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Pr="005D527A" w:rsidRDefault="00EB4ECA" w:rsidP="00EB4ECA">
      <w:pPr>
        <w:pStyle w:val="Titul2"/>
      </w:pPr>
      <w:r w:rsidRPr="005D527A">
        <w:t xml:space="preserve">Zhotovení stavby </w:t>
      </w:r>
      <w:r w:rsidR="005F769B" w:rsidRPr="005D527A">
        <w:t>–</w:t>
      </w:r>
      <w:r w:rsidRPr="005D527A">
        <w:t xml:space="preserve"> podlimitní</w:t>
      </w:r>
    </w:p>
    <w:p w14:paraId="3F4A4513" w14:textId="77777777" w:rsidR="005F769B" w:rsidRPr="005D527A" w:rsidRDefault="005F769B" w:rsidP="00EB4ECA">
      <w:pPr>
        <w:pStyle w:val="Titul2"/>
        <w:rPr>
          <w:sz w:val="18"/>
          <w:szCs w:val="18"/>
        </w:rPr>
      </w:pPr>
    </w:p>
    <w:p w14:paraId="28C9DB6F" w14:textId="00727A31" w:rsidR="0035531B" w:rsidRPr="00070D86" w:rsidRDefault="005D527A" w:rsidP="00EB46E5">
      <w:pPr>
        <w:pStyle w:val="Titul2"/>
      </w:pPr>
      <w:r w:rsidRPr="005D527A">
        <w:t>„</w:t>
      </w:r>
      <w:r w:rsidRPr="00070D86">
        <w:t>Dačice ON – tlaková kanalizace, WC pro invalidy, tepelné čerpadlo, zateplení“</w:t>
      </w:r>
    </w:p>
    <w:p w14:paraId="62F3EC24" w14:textId="77777777" w:rsidR="00AD0C7B" w:rsidRPr="00070D86" w:rsidRDefault="00AD0C7B" w:rsidP="00EB46E5">
      <w:pPr>
        <w:pStyle w:val="Titul2"/>
      </w:pPr>
    </w:p>
    <w:p w14:paraId="42B71179" w14:textId="5D9E2D3B" w:rsidR="00EA4A40" w:rsidRDefault="00EA4A40" w:rsidP="00EA4A40">
      <w:pPr>
        <w:pStyle w:val="Text1-1"/>
        <w:numPr>
          <w:ilvl w:val="0"/>
          <w:numId w:val="0"/>
        </w:numPr>
        <w:tabs>
          <w:tab w:val="left" w:pos="708"/>
        </w:tabs>
        <w:ind w:left="737" w:hanging="737"/>
      </w:pPr>
      <w:r w:rsidRPr="00070D86">
        <w:t xml:space="preserve">Č.j. </w:t>
      </w:r>
      <w:r w:rsidR="00070D86" w:rsidRPr="00070D86">
        <w:rPr>
          <w:b/>
          <w:bCs/>
        </w:rPr>
        <w:t>11675/2023-SŽ-SSV-Ú3</w:t>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4A46F4F3" w14:textId="0E0857EE" w:rsidR="00DE3257"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7327165" w:history="1">
        <w:r w:rsidR="00DE3257" w:rsidRPr="002A2C1F">
          <w:rPr>
            <w:rStyle w:val="Hypertextovodkaz"/>
          </w:rPr>
          <w:t>1.</w:t>
        </w:r>
        <w:r w:rsidR="00DE3257">
          <w:rPr>
            <w:rFonts w:eastAsiaTheme="minorEastAsia"/>
            <w:caps w:val="0"/>
            <w:noProof/>
            <w:kern w:val="2"/>
            <w:sz w:val="22"/>
            <w:szCs w:val="22"/>
            <w:lang w:eastAsia="cs-CZ"/>
            <w14:ligatures w14:val="standardContextual"/>
          </w:rPr>
          <w:tab/>
        </w:r>
        <w:r w:rsidR="00DE3257" w:rsidRPr="002A2C1F">
          <w:rPr>
            <w:rStyle w:val="Hypertextovodkaz"/>
          </w:rPr>
          <w:t>ÚVODNÍ USTANOVENÍ</w:t>
        </w:r>
        <w:r w:rsidR="00DE3257">
          <w:rPr>
            <w:noProof/>
            <w:webHidden/>
          </w:rPr>
          <w:tab/>
        </w:r>
        <w:r w:rsidR="00DE3257">
          <w:rPr>
            <w:noProof/>
            <w:webHidden/>
          </w:rPr>
          <w:fldChar w:fldCharType="begin"/>
        </w:r>
        <w:r w:rsidR="00DE3257">
          <w:rPr>
            <w:noProof/>
            <w:webHidden/>
          </w:rPr>
          <w:instrText xml:space="preserve"> PAGEREF _Toc147327165 \h </w:instrText>
        </w:r>
        <w:r w:rsidR="00DE3257">
          <w:rPr>
            <w:noProof/>
            <w:webHidden/>
          </w:rPr>
        </w:r>
        <w:r w:rsidR="00DE3257">
          <w:rPr>
            <w:noProof/>
            <w:webHidden/>
          </w:rPr>
          <w:fldChar w:fldCharType="separate"/>
        </w:r>
        <w:r w:rsidR="00DE3257">
          <w:rPr>
            <w:noProof/>
            <w:webHidden/>
          </w:rPr>
          <w:t>3</w:t>
        </w:r>
        <w:r w:rsidR="00DE3257">
          <w:rPr>
            <w:noProof/>
            <w:webHidden/>
          </w:rPr>
          <w:fldChar w:fldCharType="end"/>
        </w:r>
      </w:hyperlink>
    </w:p>
    <w:p w14:paraId="1F2FDFE0" w14:textId="2B9E6CC6" w:rsidR="00DE3257" w:rsidRDefault="00070D86">
      <w:pPr>
        <w:pStyle w:val="Obsah1"/>
        <w:rPr>
          <w:rFonts w:eastAsiaTheme="minorEastAsia"/>
          <w:caps w:val="0"/>
          <w:noProof/>
          <w:kern w:val="2"/>
          <w:sz w:val="22"/>
          <w:szCs w:val="22"/>
          <w:lang w:eastAsia="cs-CZ"/>
          <w14:ligatures w14:val="standardContextual"/>
        </w:rPr>
      </w:pPr>
      <w:hyperlink w:anchor="_Toc147327166" w:history="1">
        <w:r w:rsidR="00DE3257" w:rsidRPr="002A2C1F">
          <w:rPr>
            <w:rStyle w:val="Hypertextovodkaz"/>
          </w:rPr>
          <w:t>2.</w:t>
        </w:r>
        <w:r w:rsidR="00DE3257">
          <w:rPr>
            <w:rFonts w:eastAsiaTheme="minorEastAsia"/>
            <w:caps w:val="0"/>
            <w:noProof/>
            <w:kern w:val="2"/>
            <w:sz w:val="22"/>
            <w:szCs w:val="22"/>
            <w:lang w:eastAsia="cs-CZ"/>
            <w14:ligatures w14:val="standardContextual"/>
          </w:rPr>
          <w:tab/>
        </w:r>
        <w:r w:rsidR="00DE3257" w:rsidRPr="002A2C1F">
          <w:rPr>
            <w:rStyle w:val="Hypertextovodkaz"/>
          </w:rPr>
          <w:t>IDENTIFIKAČNÍ ÚDAJE ZADAVATELE</w:t>
        </w:r>
        <w:r w:rsidR="00DE3257">
          <w:rPr>
            <w:noProof/>
            <w:webHidden/>
          </w:rPr>
          <w:tab/>
        </w:r>
        <w:r w:rsidR="00DE3257">
          <w:rPr>
            <w:noProof/>
            <w:webHidden/>
          </w:rPr>
          <w:fldChar w:fldCharType="begin"/>
        </w:r>
        <w:r w:rsidR="00DE3257">
          <w:rPr>
            <w:noProof/>
            <w:webHidden/>
          </w:rPr>
          <w:instrText xml:space="preserve"> PAGEREF _Toc147327166 \h </w:instrText>
        </w:r>
        <w:r w:rsidR="00DE3257">
          <w:rPr>
            <w:noProof/>
            <w:webHidden/>
          </w:rPr>
        </w:r>
        <w:r w:rsidR="00DE3257">
          <w:rPr>
            <w:noProof/>
            <w:webHidden/>
          </w:rPr>
          <w:fldChar w:fldCharType="separate"/>
        </w:r>
        <w:r w:rsidR="00DE3257">
          <w:rPr>
            <w:noProof/>
            <w:webHidden/>
          </w:rPr>
          <w:t>3</w:t>
        </w:r>
        <w:r w:rsidR="00DE3257">
          <w:rPr>
            <w:noProof/>
            <w:webHidden/>
          </w:rPr>
          <w:fldChar w:fldCharType="end"/>
        </w:r>
      </w:hyperlink>
    </w:p>
    <w:p w14:paraId="0AAC66CD" w14:textId="3B886D59" w:rsidR="00DE3257" w:rsidRDefault="00070D86">
      <w:pPr>
        <w:pStyle w:val="Obsah1"/>
        <w:rPr>
          <w:rFonts w:eastAsiaTheme="minorEastAsia"/>
          <w:caps w:val="0"/>
          <w:noProof/>
          <w:kern w:val="2"/>
          <w:sz w:val="22"/>
          <w:szCs w:val="22"/>
          <w:lang w:eastAsia="cs-CZ"/>
          <w14:ligatures w14:val="standardContextual"/>
        </w:rPr>
      </w:pPr>
      <w:hyperlink w:anchor="_Toc147327167" w:history="1">
        <w:r w:rsidR="00DE3257" w:rsidRPr="002A2C1F">
          <w:rPr>
            <w:rStyle w:val="Hypertextovodkaz"/>
          </w:rPr>
          <w:t>3.</w:t>
        </w:r>
        <w:r w:rsidR="00DE3257">
          <w:rPr>
            <w:rFonts w:eastAsiaTheme="minorEastAsia"/>
            <w:caps w:val="0"/>
            <w:noProof/>
            <w:kern w:val="2"/>
            <w:sz w:val="22"/>
            <w:szCs w:val="22"/>
            <w:lang w:eastAsia="cs-CZ"/>
            <w14:ligatures w14:val="standardContextual"/>
          </w:rPr>
          <w:tab/>
        </w:r>
        <w:r w:rsidR="00DE3257" w:rsidRPr="002A2C1F">
          <w:rPr>
            <w:rStyle w:val="Hypertextovodkaz"/>
          </w:rPr>
          <w:t>KOMUNIKACE MEZI ZADAVATELEM a DODAVATELEM</w:t>
        </w:r>
        <w:r w:rsidR="00DE3257">
          <w:rPr>
            <w:noProof/>
            <w:webHidden/>
          </w:rPr>
          <w:tab/>
        </w:r>
        <w:r w:rsidR="00DE3257">
          <w:rPr>
            <w:noProof/>
            <w:webHidden/>
          </w:rPr>
          <w:fldChar w:fldCharType="begin"/>
        </w:r>
        <w:r w:rsidR="00DE3257">
          <w:rPr>
            <w:noProof/>
            <w:webHidden/>
          </w:rPr>
          <w:instrText xml:space="preserve"> PAGEREF _Toc147327167 \h </w:instrText>
        </w:r>
        <w:r w:rsidR="00DE3257">
          <w:rPr>
            <w:noProof/>
            <w:webHidden/>
          </w:rPr>
        </w:r>
        <w:r w:rsidR="00DE3257">
          <w:rPr>
            <w:noProof/>
            <w:webHidden/>
          </w:rPr>
          <w:fldChar w:fldCharType="separate"/>
        </w:r>
        <w:r w:rsidR="00DE3257">
          <w:rPr>
            <w:noProof/>
            <w:webHidden/>
          </w:rPr>
          <w:t>4</w:t>
        </w:r>
        <w:r w:rsidR="00DE3257">
          <w:rPr>
            <w:noProof/>
            <w:webHidden/>
          </w:rPr>
          <w:fldChar w:fldCharType="end"/>
        </w:r>
      </w:hyperlink>
    </w:p>
    <w:p w14:paraId="12F07275" w14:textId="369129F1" w:rsidR="00DE3257" w:rsidRDefault="00070D86">
      <w:pPr>
        <w:pStyle w:val="Obsah1"/>
        <w:rPr>
          <w:rFonts w:eastAsiaTheme="minorEastAsia"/>
          <w:caps w:val="0"/>
          <w:noProof/>
          <w:kern w:val="2"/>
          <w:sz w:val="22"/>
          <w:szCs w:val="22"/>
          <w:lang w:eastAsia="cs-CZ"/>
          <w14:ligatures w14:val="standardContextual"/>
        </w:rPr>
      </w:pPr>
      <w:hyperlink w:anchor="_Toc147327168" w:history="1">
        <w:r w:rsidR="00DE3257" w:rsidRPr="002A2C1F">
          <w:rPr>
            <w:rStyle w:val="Hypertextovodkaz"/>
          </w:rPr>
          <w:t>4.</w:t>
        </w:r>
        <w:r w:rsidR="00DE3257">
          <w:rPr>
            <w:rFonts w:eastAsiaTheme="minorEastAsia"/>
            <w:caps w:val="0"/>
            <w:noProof/>
            <w:kern w:val="2"/>
            <w:sz w:val="22"/>
            <w:szCs w:val="22"/>
            <w:lang w:eastAsia="cs-CZ"/>
            <w14:ligatures w14:val="standardContextual"/>
          </w:rPr>
          <w:tab/>
        </w:r>
        <w:r w:rsidR="00DE3257" w:rsidRPr="002A2C1F">
          <w:rPr>
            <w:rStyle w:val="Hypertextovodkaz"/>
          </w:rPr>
          <w:t>ÚČEL A PŘEDMĚT PLNĚNÍ VEŘEJNÉ ZAKÁZKY</w:t>
        </w:r>
        <w:r w:rsidR="00DE3257">
          <w:rPr>
            <w:noProof/>
            <w:webHidden/>
          </w:rPr>
          <w:tab/>
        </w:r>
        <w:r w:rsidR="00DE3257">
          <w:rPr>
            <w:noProof/>
            <w:webHidden/>
          </w:rPr>
          <w:fldChar w:fldCharType="begin"/>
        </w:r>
        <w:r w:rsidR="00DE3257">
          <w:rPr>
            <w:noProof/>
            <w:webHidden/>
          </w:rPr>
          <w:instrText xml:space="preserve"> PAGEREF _Toc147327168 \h </w:instrText>
        </w:r>
        <w:r w:rsidR="00DE3257">
          <w:rPr>
            <w:noProof/>
            <w:webHidden/>
          </w:rPr>
        </w:r>
        <w:r w:rsidR="00DE3257">
          <w:rPr>
            <w:noProof/>
            <w:webHidden/>
          </w:rPr>
          <w:fldChar w:fldCharType="separate"/>
        </w:r>
        <w:r w:rsidR="00DE3257">
          <w:rPr>
            <w:noProof/>
            <w:webHidden/>
          </w:rPr>
          <w:t>4</w:t>
        </w:r>
        <w:r w:rsidR="00DE3257">
          <w:rPr>
            <w:noProof/>
            <w:webHidden/>
          </w:rPr>
          <w:fldChar w:fldCharType="end"/>
        </w:r>
      </w:hyperlink>
    </w:p>
    <w:p w14:paraId="2D63BDE2" w14:textId="6ACE397F" w:rsidR="00DE3257" w:rsidRDefault="00070D86">
      <w:pPr>
        <w:pStyle w:val="Obsah1"/>
        <w:rPr>
          <w:rFonts w:eastAsiaTheme="minorEastAsia"/>
          <w:caps w:val="0"/>
          <w:noProof/>
          <w:kern w:val="2"/>
          <w:sz w:val="22"/>
          <w:szCs w:val="22"/>
          <w:lang w:eastAsia="cs-CZ"/>
          <w14:ligatures w14:val="standardContextual"/>
        </w:rPr>
      </w:pPr>
      <w:hyperlink w:anchor="_Toc147327169" w:history="1">
        <w:r w:rsidR="00DE3257" w:rsidRPr="002A2C1F">
          <w:rPr>
            <w:rStyle w:val="Hypertextovodkaz"/>
          </w:rPr>
          <w:t>5.</w:t>
        </w:r>
        <w:r w:rsidR="00DE3257">
          <w:rPr>
            <w:rFonts w:eastAsiaTheme="minorEastAsia"/>
            <w:caps w:val="0"/>
            <w:noProof/>
            <w:kern w:val="2"/>
            <w:sz w:val="22"/>
            <w:szCs w:val="22"/>
            <w:lang w:eastAsia="cs-CZ"/>
            <w14:ligatures w14:val="standardContextual"/>
          </w:rPr>
          <w:tab/>
        </w:r>
        <w:r w:rsidR="00DE3257" w:rsidRPr="002A2C1F">
          <w:rPr>
            <w:rStyle w:val="Hypertextovodkaz"/>
          </w:rPr>
          <w:t>ZDROJE FINANCOVÁNÍ A PŘEDPOKLÁDANÁ HODNOTA VEŘEJNÉ ZAKÁZKY</w:t>
        </w:r>
        <w:r w:rsidR="00DE3257">
          <w:rPr>
            <w:noProof/>
            <w:webHidden/>
          </w:rPr>
          <w:tab/>
        </w:r>
        <w:r w:rsidR="00DE3257">
          <w:rPr>
            <w:noProof/>
            <w:webHidden/>
          </w:rPr>
          <w:fldChar w:fldCharType="begin"/>
        </w:r>
        <w:r w:rsidR="00DE3257">
          <w:rPr>
            <w:noProof/>
            <w:webHidden/>
          </w:rPr>
          <w:instrText xml:space="preserve"> PAGEREF _Toc147327169 \h </w:instrText>
        </w:r>
        <w:r w:rsidR="00DE3257">
          <w:rPr>
            <w:noProof/>
            <w:webHidden/>
          </w:rPr>
        </w:r>
        <w:r w:rsidR="00DE3257">
          <w:rPr>
            <w:noProof/>
            <w:webHidden/>
          </w:rPr>
          <w:fldChar w:fldCharType="separate"/>
        </w:r>
        <w:r w:rsidR="00DE3257">
          <w:rPr>
            <w:noProof/>
            <w:webHidden/>
          </w:rPr>
          <w:t>5</w:t>
        </w:r>
        <w:r w:rsidR="00DE3257">
          <w:rPr>
            <w:noProof/>
            <w:webHidden/>
          </w:rPr>
          <w:fldChar w:fldCharType="end"/>
        </w:r>
      </w:hyperlink>
    </w:p>
    <w:p w14:paraId="66785699" w14:textId="42152A33" w:rsidR="00DE3257" w:rsidRDefault="00070D86">
      <w:pPr>
        <w:pStyle w:val="Obsah1"/>
        <w:rPr>
          <w:rFonts w:eastAsiaTheme="minorEastAsia"/>
          <w:caps w:val="0"/>
          <w:noProof/>
          <w:kern w:val="2"/>
          <w:sz w:val="22"/>
          <w:szCs w:val="22"/>
          <w:lang w:eastAsia="cs-CZ"/>
          <w14:ligatures w14:val="standardContextual"/>
        </w:rPr>
      </w:pPr>
      <w:hyperlink w:anchor="_Toc147327170" w:history="1">
        <w:r w:rsidR="00DE3257" w:rsidRPr="002A2C1F">
          <w:rPr>
            <w:rStyle w:val="Hypertextovodkaz"/>
          </w:rPr>
          <w:t>6.</w:t>
        </w:r>
        <w:r w:rsidR="00DE3257">
          <w:rPr>
            <w:rFonts w:eastAsiaTheme="minorEastAsia"/>
            <w:caps w:val="0"/>
            <w:noProof/>
            <w:kern w:val="2"/>
            <w:sz w:val="22"/>
            <w:szCs w:val="22"/>
            <w:lang w:eastAsia="cs-CZ"/>
            <w14:ligatures w14:val="standardContextual"/>
          </w:rPr>
          <w:tab/>
        </w:r>
        <w:r w:rsidR="00DE3257" w:rsidRPr="002A2C1F">
          <w:rPr>
            <w:rStyle w:val="Hypertextovodkaz"/>
          </w:rPr>
          <w:t>OBSAH ZADÁVACÍ DOKUMENTACE</w:t>
        </w:r>
        <w:r w:rsidR="00DE3257">
          <w:rPr>
            <w:noProof/>
            <w:webHidden/>
          </w:rPr>
          <w:tab/>
        </w:r>
        <w:r w:rsidR="00DE3257">
          <w:rPr>
            <w:noProof/>
            <w:webHidden/>
          </w:rPr>
          <w:fldChar w:fldCharType="begin"/>
        </w:r>
        <w:r w:rsidR="00DE3257">
          <w:rPr>
            <w:noProof/>
            <w:webHidden/>
          </w:rPr>
          <w:instrText xml:space="preserve"> PAGEREF _Toc147327170 \h </w:instrText>
        </w:r>
        <w:r w:rsidR="00DE3257">
          <w:rPr>
            <w:noProof/>
            <w:webHidden/>
          </w:rPr>
        </w:r>
        <w:r w:rsidR="00DE3257">
          <w:rPr>
            <w:noProof/>
            <w:webHidden/>
          </w:rPr>
          <w:fldChar w:fldCharType="separate"/>
        </w:r>
        <w:r w:rsidR="00DE3257">
          <w:rPr>
            <w:noProof/>
            <w:webHidden/>
          </w:rPr>
          <w:t>5</w:t>
        </w:r>
        <w:r w:rsidR="00DE3257">
          <w:rPr>
            <w:noProof/>
            <w:webHidden/>
          </w:rPr>
          <w:fldChar w:fldCharType="end"/>
        </w:r>
      </w:hyperlink>
    </w:p>
    <w:p w14:paraId="319F2112" w14:textId="67517CB4" w:rsidR="00DE3257" w:rsidRDefault="00070D86">
      <w:pPr>
        <w:pStyle w:val="Obsah1"/>
        <w:rPr>
          <w:rFonts w:eastAsiaTheme="minorEastAsia"/>
          <w:caps w:val="0"/>
          <w:noProof/>
          <w:kern w:val="2"/>
          <w:sz w:val="22"/>
          <w:szCs w:val="22"/>
          <w:lang w:eastAsia="cs-CZ"/>
          <w14:ligatures w14:val="standardContextual"/>
        </w:rPr>
      </w:pPr>
      <w:hyperlink w:anchor="_Toc147327171" w:history="1">
        <w:r w:rsidR="00DE3257" w:rsidRPr="002A2C1F">
          <w:rPr>
            <w:rStyle w:val="Hypertextovodkaz"/>
          </w:rPr>
          <w:t>7.</w:t>
        </w:r>
        <w:r w:rsidR="00DE3257">
          <w:rPr>
            <w:rFonts w:eastAsiaTheme="minorEastAsia"/>
            <w:caps w:val="0"/>
            <w:noProof/>
            <w:kern w:val="2"/>
            <w:sz w:val="22"/>
            <w:szCs w:val="22"/>
            <w:lang w:eastAsia="cs-CZ"/>
            <w14:ligatures w14:val="standardContextual"/>
          </w:rPr>
          <w:tab/>
        </w:r>
        <w:r w:rsidR="00DE3257" w:rsidRPr="002A2C1F">
          <w:rPr>
            <w:rStyle w:val="Hypertextovodkaz"/>
          </w:rPr>
          <w:t>VYSVĚTLENÍ, ZMĚNY A DOPLNĚNÍ ZADÁVACÍ DOKUMENTACE</w:t>
        </w:r>
        <w:r w:rsidR="00DE3257">
          <w:rPr>
            <w:noProof/>
            <w:webHidden/>
          </w:rPr>
          <w:tab/>
        </w:r>
        <w:r w:rsidR="00DE3257">
          <w:rPr>
            <w:noProof/>
            <w:webHidden/>
          </w:rPr>
          <w:fldChar w:fldCharType="begin"/>
        </w:r>
        <w:r w:rsidR="00DE3257">
          <w:rPr>
            <w:noProof/>
            <w:webHidden/>
          </w:rPr>
          <w:instrText xml:space="preserve"> PAGEREF _Toc147327171 \h </w:instrText>
        </w:r>
        <w:r w:rsidR="00DE3257">
          <w:rPr>
            <w:noProof/>
            <w:webHidden/>
          </w:rPr>
        </w:r>
        <w:r w:rsidR="00DE3257">
          <w:rPr>
            <w:noProof/>
            <w:webHidden/>
          </w:rPr>
          <w:fldChar w:fldCharType="separate"/>
        </w:r>
        <w:r w:rsidR="00DE3257">
          <w:rPr>
            <w:noProof/>
            <w:webHidden/>
          </w:rPr>
          <w:t>5</w:t>
        </w:r>
        <w:r w:rsidR="00DE3257">
          <w:rPr>
            <w:noProof/>
            <w:webHidden/>
          </w:rPr>
          <w:fldChar w:fldCharType="end"/>
        </w:r>
      </w:hyperlink>
    </w:p>
    <w:p w14:paraId="40C4822F" w14:textId="1A465452" w:rsidR="00DE3257" w:rsidRDefault="00070D86">
      <w:pPr>
        <w:pStyle w:val="Obsah1"/>
        <w:rPr>
          <w:rFonts w:eastAsiaTheme="minorEastAsia"/>
          <w:caps w:val="0"/>
          <w:noProof/>
          <w:kern w:val="2"/>
          <w:sz w:val="22"/>
          <w:szCs w:val="22"/>
          <w:lang w:eastAsia="cs-CZ"/>
          <w14:ligatures w14:val="standardContextual"/>
        </w:rPr>
      </w:pPr>
      <w:hyperlink w:anchor="_Toc147327172" w:history="1">
        <w:r w:rsidR="00DE3257" w:rsidRPr="002A2C1F">
          <w:rPr>
            <w:rStyle w:val="Hypertextovodkaz"/>
          </w:rPr>
          <w:t>8.</w:t>
        </w:r>
        <w:r w:rsidR="00DE3257">
          <w:rPr>
            <w:rFonts w:eastAsiaTheme="minorEastAsia"/>
            <w:caps w:val="0"/>
            <w:noProof/>
            <w:kern w:val="2"/>
            <w:sz w:val="22"/>
            <w:szCs w:val="22"/>
            <w:lang w:eastAsia="cs-CZ"/>
            <w14:ligatures w14:val="standardContextual"/>
          </w:rPr>
          <w:tab/>
        </w:r>
        <w:r w:rsidR="00DE3257" w:rsidRPr="002A2C1F">
          <w:rPr>
            <w:rStyle w:val="Hypertextovodkaz"/>
          </w:rPr>
          <w:t>POŽADAVKY ZADAVATELE NA KVALIFIKACI</w:t>
        </w:r>
        <w:r w:rsidR="00DE3257">
          <w:rPr>
            <w:noProof/>
            <w:webHidden/>
          </w:rPr>
          <w:tab/>
        </w:r>
        <w:r w:rsidR="00DE3257">
          <w:rPr>
            <w:noProof/>
            <w:webHidden/>
          </w:rPr>
          <w:fldChar w:fldCharType="begin"/>
        </w:r>
        <w:r w:rsidR="00DE3257">
          <w:rPr>
            <w:noProof/>
            <w:webHidden/>
          </w:rPr>
          <w:instrText xml:space="preserve"> PAGEREF _Toc147327172 \h </w:instrText>
        </w:r>
        <w:r w:rsidR="00DE3257">
          <w:rPr>
            <w:noProof/>
            <w:webHidden/>
          </w:rPr>
        </w:r>
        <w:r w:rsidR="00DE3257">
          <w:rPr>
            <w:noProof/>
            <w:webHidden/>
          </w:rPr>
          <w:fldChar w:fldCharType="separate"/>
        </w:r>
        <w:r w:rsidR="00DE3257">
          <w:rPr>
            <w:noProof/>
            <w:webHidden/>
          </w:rPr>
          <w:t>6</w:t>
        </w:r>
        <w:r w:rsidR="00DE3257">
          <w:rPr>
            <w:noProof/>
            <w:webHidden/>
          </w:rPr>
          <w:fldChar w:fldCharType="end"/>
        </w:r>
      </w:hyperlink>
    </w:p>
    <w:p w14:paraId="4DC32C53" w14:textId="3C9651C8" w:rsidR="00DE3257" w:rsidRDefault="00070D86">
      <w:pPr>
        <w:pStyle w:val="Obsah1"/>
        <w:rPr>
          <w:rFonts w:eastAsiaTheme="minorEastAsia"/>
          <w:caps w:val="0"/>
          <w:noProof/>
          <w:kern w:val="2"/>
          <w:sz w:val="22"/>
          <w:szCs w:val="22"/>
          <w:lang w:eastAsia="cs-CZ"/>
          <w14:ligatures w14:val="standardContextual"/>
        </w:rPr>
      </w:pPr>
      <w:hyperlink w:anchor="_Toc147327173" w:history="1">
        <w:r w:rsidR="00DE3257" w:rsidRPr="002A2C1F">
          <w:rPr>
            <w:rStyle w:val="Hypertextovodkaz"/>
          </w:rPr>
          <w:t>9.</w:t>
        </w:r>
        <w:r w:rsidR="00DE3257">
          <w:rPr>
            <w:rFonts w:eastAsiaTheme="minorEastAsia"/>
            <w:caps w:val="0"/>
            <w:noProof/>
            <w:kern w:val="2"/>
            <w:sz w:val="22"/>
            <w:szCs w:val="22"/>
            <w:lang w:eastAsia="cs-CZ"/>
            <w14:ligatures w14:val="standardContextual"/>
          </w:rPr>
          <w:tab/>
        </w:r>
        <w:r w:rsidR="00DE3257" w:rsidRPr="002A2C1F">
          <w:rPr>
            <w:rStyle w:val="Hypertextovodkaz"/>
          </w:rPr>
          <w:t>DALŠÍ INFORMACE/DOKUMENTY PŘEDKLÁDANÉ DODAVATELEM V NABÍDCE</w:t>
        </w:r>
        <w:r w:rsidR="00DE3257">
          <w:rPr>
            <w:noProof/>
            <w:webHidden/>
          </w:rPr>
          <w:tab/>
        </w:r>
        <w:r w:rsidR="00DE3257">
          <w:rPr>
            <w:noProof/>
            <w:webHidden/>
          </w:rPr>
          <w:fldChar w:fldCharType="begin"/>
        </w:r>
        <w:r w:rsidR="00DE3257">
          <w:rPr>
            <w:noProof/>
            <w:webHidden/>
          </w:rPr>
          <w:instrText xml:space="preserve"> PAGEREF _Toc147327173 \h </w:instrText>
        </w:r>
        <w:r w:rsidR="00DE3257">
          <w:rPr>
            <w:noProof/>
            <w:webHidden/>
          </w:rPr>
        </w:r>
        <w:r w:rsidR="00DE3257">
          <w:rPr>
            <w:noProof/>
            <w:webHidden/>
          </w:rPr>
          <w:fldChar w:fldCharType="separate"/>
        </w:r>
        <w:r w:rsidR="00DE3257">
          <w:rPr>
            <w:noProof/>
            <w:webHidden/>
          </w:rPr>
          <w:t>16</w:t>
        </w:r>
        <w:r w:rsidR="00DE3257">
          <w:rPr>
            <w:noProof/>
            <w:webHidden/>
          </w:rPr>
          <w:fldChar w:fldCharType="end"/>
        </w:r>
      </w:hyperlink>
    </w:p>
    <w:p w14:paraId="53885188" w14:textId="34FF4A1D" w:rsidR="00DE3257" w:rsidRDefault="00070D86">
      <w:pPr>
        <w:pStyle w:val="Obsah1"/>
        <w:rPr>
          <w:rFonts w:eastAsiaTheme="minorEastAsia"/>
          <w:caps w:val="0"/>
          <w:noProof/>
          <w:kern w:val="2"/>
          <w:sz w:val="22"/>
          <w:szCs w:val="22"/>
          <w:lang w:eastAsia="cs-CZ"/>
          <w14:ligatures w14:val="standardContextual"/>
        </w:rPr>
      </w:pPr>
      <w:hyperlink w:anchor="_Toc147327174" w:history="1">
        <w:r w:rsidR="00DE3257" w:rsidRPr="002A2C1F">
          <w:rPr>
            <w:rStyle w:val="Hypertextovodkaz"/>
          </w:rPr>
          <w:t>10.</w:t>
        </w:r>
        <w:r w:rsidR="00DE3257">
          <w:rPr>
            <w:rFonts w:eastAsiaTheme="minorEastAsia"/>
            <w:caps w:val="0"/>
            <w:noProof/>
            <w:kern w:val="2"/>
            <w:sz w:val="22"/>
            <w:szCs w:val="22"/>
            <w:lang w:eastAsia="cs-CZ"/>
            <w14:ligatures w14:val="standardContextual"/>
          </w:rPr>
          <w:tab/>
        </w:r>
        <w:r w:rsidR="00DE3257" w:rsidRPr="002A2C1F">
          <w:rPr>
            <w:rStyle w:val="Hypertextovodkaz"/>
          </w:rPr>
          <w:t>PROHLÍDKA MÍSTA PLNĚNÍ (STAVENIŠTĚ)</w:t>
        </w:r>
        <w:r w:rsidR="00DE3257">
          <w:rPr>
            <w:noProof/>
            <w:webHidden/>
          </w:rPr>
          <w:tab/>
        </w:r>
        <w:r w:rsidR="00DE3257">
          <w:rPr>
            <w:noProof/>
            <w:webHidden/>
          </w:rPr>
          <w:fldChar w:fldCharType="begin"/>
        </w:r>
        <w:r w:rsidR="00DE3257">
          <w:rPr>
            <w:noProof/>
            <w:webHidden/>
          </w:rPr>
          <w:instrText xml:space="preserve"> PAGEREF _Toc147327174 \h </w:instrText>
        </w:r>
        <w:r w:rsidR="00DE3257">
          <w:rPr>
            <w:noProof/>
            <w:webHidden/>
          </w:rPr>
        </w:r>
        <w:r w:rsidR="00DE3257">
          <w:rPr>
            <w:noProof/>
            <w:webHidden/>
          </w:rPr>
          <w:fldChar w:fldCharType="separate"/>
        </w:r>
        <w:r w:rsidR="00DE3257">
          <w:rPr>
            <w:noProof/>
            <w:webHidden/>
          </w:rPr>
          <w:t>18</w:t>
        </w:r>
        <w:r w:rsidR="00DE3257">
          <w:rPr>
            <w:noProof/>
            <w:webHidden/>
          </w:rPr>
          <w:fldChar w:fldCharType="end"/>
        </w:r>
      </w:hyperlink>
    </w:p>
    <w:p w14:paraId="2FAC9F08" w14:textId="23902C4B" w:rsidR="00DE3257" w:rsidRDefault="00070D86">
      <w:pPr>
        <w:pStyle w:val="Obsah1"/>
        <w:rPr>
          <w:rFonts w:eastAsiaTheme="minorEastAsia"/>
          <w:caps w:val="0"/>
          <w:noProof/>
          <w:kern w:val="2"/>
          <w:sz w:val="22"/>
          <w:szCs w:val="22"/>
          <w:lang w:eastAsia="cs-CZ"/>
          <w14:ligatures w14:val="standardContextual"/>
        </w:rPr>
      </w:pPr>
      <w:hyperlink w:anchor="_Toc147327175" w:history="1">
        <w:r w:rsidR="00DE3257" w:rsidRPr="002A2C1F">
          <w:rPr>
            <w:rStyle w:val="Hypertextovodkaz"/>
          </w:rPr>
          <w:t>11.</w:t>
        </w:r>
        <w:r w:rsidR="00DE3257">
          <w:rPr>
            <w:rFonts w:eastAsiaTheme="minorEastAsia"/>
            <w:caps w:val="0"/>
            <w:noProof/>
            <w:kern w:val="2"/>
            <w:sz w:val="22"/>
            <w:szCs w:val="22"/>
            <w:lang w:eastAsia="cs-CZ"/>
            <w14:ligatures w14:val="standardContextual"/>
          </w:rPr>
          <w:tab/>
        </w:r>
        <w:r w:rsidR="00DE3257" w:rsidRPr="002A2C1F">
          <w:rPr>
            <w:rStyle w:val="Hypertextovodkaz"/>
          </w:rPr>
          <w:t>JAZYK NABÍDEK A KOMUNIKAČNÍ JAZYK</w:t>
        </w:r>
        <w:r w:rsidR="00DE3257">
          <w:rPr>
            <w:noProof/>
            <w:webHidden/>
          </w:rPr>
          <w:tab/>
        </w:r>
        <w:r w:rsidR="00DE3257">
          <w:rPr>
            <w:noProof/>
            <w:webHidden/>
          </w:rPr>
          <w:fldChar w:fldCharType="begin"/>
        </w:r>
        <w:r w:rsidR="00DE3257">
          <w:rPr>
            <w:noProof/>
            <w:webHidden/>
          </w:rPr>
          <w:instrText xml:space="preserve"> PAGEREF _Toc147327175 \h </w:instrText>
        </w:r>
        <w:r w:rsidR="00DE3257">
          <w:rPr>
            <w:noProof/>
            <w:webHidden/>
          </w:rPr>
        </w:r>
        <w:r w:rsidR="00DE3257">
          <w:rPr>
            <w:noProof/>
            <w:webHidden/>
          </w:rPr>
          <w:fldChar w:fldCharType="separate"/>
        </w:r>
        <w:r w:rsidR="00DE3257">
          <w:rPr>
            <w:noProof/>
            <w:webHidden/>
          </w:rPr>
          <w:t>18</w:t>
        </w:r>
        <w:r w:rsidR="00DE3257">
          <w:rPr>
            <w:noProof/>
            <w:webHidden/>
          </w:rPr>
          <w:fldChar w:fldCharType="end"/>
        </w:r>
      </w:hyperlink>
    </w:p>
    <w:p w14:paraId="0C5DBA78" w14:textId="0BAB3278" w:rsidR="00DE3257" w:rsidRDefault="00070D86">
      <w:pPr>
        <w:pStyle w:val="Obsah1"/>
        <w:rPr>
          <w:rFonts w:eastAsiaTheme="minorEastAsia"/>
          <w:caps w:val="0"/>
          <w:noProof/>
          <w:kern w:val="2"/>
          <w:sz w:val="22"/>
          <w:szCs w:val="22"/>
          <w:lang w:eastAsia="cs-CZ"/>
          <w14:ligatures w14:val="standardContextual"/>
        </w:rPr>
      </w:pPr>
      <w:hyperlink w:anchor="_Toc147327176" w:history="1">
        <w:r w:rsidR="00DE3257" w:rsidRPr="002A2C1F">
          <w:rPr>
            <w:rStyle w:val="Hypertextovodkaz"/>
          </w:rPr>
          <w:t>12.</w:t>
        </w:r>
        <w:r w:rsidR="00DE3257">
          <w:rPr>
            <w:rFonts w:eastAsiaTheme="minorEastAsia"/>
            <w:caps w:val="0"/>
            <w:noProof/>
            <w:kern w:val="2"/>
            <w:sz w:val="22"/>
            <w:szCs w:val="22"/>
            <w:lang w:eastAsia="cs-CZ"/>
            <w14:ligatures w14:val="standardContextual"/>
          </w:rPr>
          <w:tab/>
        </w:r>
        <w:r w:rsidR="00DE3257" w:rsidRPr="002A2C1F">
          <w:rPr>
            <w:rStyle w:val="Hypertextovodkaz"/>
          </w:rPr>
          <w:t>OBSAH A PODÁVÁNÍ NABÍDEK</w:t>
        </w:r>
        <w:r w:rsidR="00DE3257">
          <w:rPr>
            <w:noProof/>
            <w:webHidden/>
          </w:rPr>
          <w:tab/>
        </w:r>
        <w:r w:rsidR="00DE3257">
          <w:rPr>
            <w:noProof/>
            <w:webHidden/>
          </w:rPr>
          <w:fldChar w:fldCharType="begin"/>
        </w:r>
        <w:r w:rsidR="00DE3257">
          <w:rPr>
            <w:noProof/>
            <w:webHidden/>
          </w:rPr>
          <w:instrText xml:space="preserve"> PAGEREF _Toc147327176 \h </w:instrText>
        </w:r>
        <w:r w:rsidR="00DE3257">
          <w:rPr>
            <w:noProof/>
            <w:webHidden/>
          </w:rPr>
        </w:r>
        <w:r w:rsidR="00DE3257">
          <w:rPr>
            <w:noProof/>
            <w:webHidden/>
          </w:rPr>
          <w:fldChar w:fldCharType="separate"/>
        </w:r>
        <w:r w:rsidR="00DE3257">
          <w:rPr>
            <w:noProof/>
            <w:webHidden/>
          </w:rPr>
          <w:t>19</w:t>
        </w:r>
        <w:r w:rsidR="00DE3257">
          <w:rPr>
            <w:noProof/>
            <w:webHidden/>
          </w:rPr>
          <w:fldChar w:fldCharType="end"/>
        </w:r>
      </w:hyperlink>
    </w:p>
    <w:p w14:paraId="02C748CB" w14:textId="0F0C1891" w:rsidR="00DE3257" w:rsidRDefault="00070D86">
      <w:pPr>
        <w:pStyle w:val="Obsah1"/>
        <w:rPr>
          <w:rFonts w:eastAsiaTheme="minorEastAsia"/>
          <w:caps w:val="0"/>
          <w:noProof/>
          <w:kern w:val="2"/>
          <w:sz w:val="22"/>
          <w:szCs w:val="22"/>
          <w:lang w:eastAsia="cs-CZ"/>
          <w14:ligatures w14:val="standardContextual"/>
        </w:rPr>
      </w:pPr>
      <w:hyperlink w:anchor="_Toc147327177" w:history="1">
        <w:r w:rsidR="00DE3257" w:rsidRPr="002A2C1F">
          <w:rPr>
            <w:rStyle w:val="Hypertextovodkaz"/>
          </w:rPr>
          <w:t>13.</w:t>
        </w:r>
        <w:r w:rsidR="00DE3257">
          <w:rPr>
            <w:rFonts w:eastAsiaTheme="minorEastAsia"/>
            <w:caps w:val="0"/>
            <w:noProof/>
            <w:kern w:val="2"/>
            <w:sz w:val="22"/>
            <w:szCs w:val="22"/>
            <w:lang w:eastAsia="cs-CZ"/>
            <w14:ligatures w14:val="standardContextual"/>
          </w:rPr>
          <w:tab/>
        </w:r>
        <w:r w:rsidR="00DE3257" w:rsidRPr="002A2C1F">
          <w:rPr>
            <w:rStyle w:val="Hypertextovodkaz"/>
          </w:rPr>
          <w:t>POŽADAVKY NA ZPRACOVÁNÍ NABÍDKOVÉ CENY</w:t>
        </w:r>
        <w:r w:rsidR="00DE3257">
          <w:rPr>
            <w:noProof/>
            <w:webHidden/>
          </w:rPr>
          <w:tab/>
        </w:r>
        <w:r w:rsidR="00DE3257">
          <w:rPr>
            <w:noProof/>
            <w:webHidden/>
          </w:rPr>
          <w:fldChar w:fldCharType="begin"/>
        </w:r>
        <w:r w:rsidR="00DE3257">
          <w:rPr>
            <w:noProof/>
            <w:webHidden/>
          </w:rPr>
          <w:instrText xml:space="preserve"> PAGEREF _Toc147327177 \h </w:instrText>
        </w:r>
        <w:r w:rsidR="00DE3257">
          <w:rPr>
            <w:noProof/>
            <w:webHidden/>
          </w:rPr>
        </w:r>
        <w:r w:rsidR="00DE3257">
          <w:rPr>
            <w:noProof/>
            <w:webHidden/>
          </w:rPr>
          <w:fldChar w:fldCharType="separate"/>
        </w:r>
        <w:r w:rsidR="00DE3257">
          <w:rPr>
            <w:noProof/>
            <w:webHidden/>
          </w:rPr>
          <w:t>21</w:t>
        </w:r>
        <w:r w:rsidR="00DE3257">
          <w:rPr>
            <w:noProof/>
            <w:webHidden/>
          </w:rPr>
          <w:fldChar w:fldCharType="end"/>
        </w:r>
      </w:hyperlink>
    </w:p>
    <w:p w14:paraId="324033E4" w14:textId="442CBC2F" w:rsidR="00DE3257" w:rsidRDefault="00070D86">
      <w:pPr>
        <w:pStyle w:val="Obsah1"/>
        <w:rPr>
          <w:rFonts w:eastAsiaTheme="minorEastAsia"/>
          <w:caps w:val="0"/>
          <w:noProof/>
          <w:kern w:val="2"/>
          <w:sz w:val="22"/>
          <w:szCs w:val="22"/>
          <w:lang w:eastAsia="cs-CZ"/>
          <w14:ligatures w14:val="standardContextual"/>
        </w:rPr>
      </w:pPr>
      <w:hyperlink w:anchor="_Toc147327178" w:history="1">
        <w:r w:rsidR="00DE3257" w:rsidRPr="002A2C1F">
          <w:rPr>
            <w:rStyle w:val="Hypertextovodkaz"/>
          </w:rPr>
          <w:t>14.</w:t>
        </w:r>
        <w:r w:rsidR="00DE3257">
          <w:rPr>
            <w:rFonts w:eastAsiaTheme="minorEastAsia"/>
            <w:caps w:val="0"/>
            <w:noProof/>
            <w:kern w:val="2"/>
            <w:sz w:val="22"/>
            <w:szCs w:val="22"/>
            <w:lang w:eastAsia="cs-CZ"/>
            <w14:ligatures w14:val="standardContextual"/>
          </w:rPr>
          <w:tab/>
        </w:r>
        <w:r w:rsidR="00DE3257" w:rsidRPr="002A2C1F">
          <w:rPr>
            <w:rStyle w:val="Hypertextovodkaz"/>
          </w:rPr>
          <w:t>VARIANTY NABÍDKY A VÝHRADA ZMĚNY DODAVATELE</w:t>
        </w:r>
        <w:r w:rsidR="00DE3257">
          <w:rPr>
            <w:noProof/>
            <w:webHidden/>
          </w:rPr>
          <w:tab/>
        </w:r>
        <w:r w:rsidR="00DE3257">
          <w:rPr>
            <w:noProof/>
            <w:webHidden/>
          </w:rPr>
          <w:fldChar w:fldCharType="begin"/>
        </w:r>
        <w:r w:rsidR="00DE3257">
          <w:rPr>
            <w:noProof/>
            <w:webHidden/>
          </w:rPr>
          <w:instrText xml:space="preserve"> PAGEREF _Toc147327178 \h </w:instrText>
        </w:r>
        <w:r w:rsidR="00DE3257">
          <w:rPr>
            <w:noProof/>
            <w:webHidden/>
          </w:rPr>
        </w:r>
        <w:r w:rsidR="00DE3257">
          <w:rPr>
            <w:noProof/>
            <w:webHidden/>
          </w:rPr>
          <w:fldChar w:fldCharType="separate"/>
        </w:r>
        <w:r w:rsidR="00DE3257">
          <w:rPr>
            <w:noProof/>
            <w:webHidden/>
          </w:rPr>
          <w:t>21</w:t>
        </w:r>
        <w:r w:rsidR="00DE3257">
          <w:rPr>
            <w:noProof/>
            <w:webHidden/>
          </w:rPr>
          <w:fldChar w:fldCharType="end"/>
        </w:r>
      </w:hyperlink>
    </w:p>
    <w:p w14:paraId="641388BF" w14:textId="4CACC800" w:rsidR="00DE3257" w:rsidRDefault="00070D86">
      <w:pPr>
        <w:pStyle w:val="Obsah1"/>
        <w:rPr>
          <w:rFonts w:eastAsiaTheme="minorEastAsia"/>
          <w:caps w:val="0"/>
          <w:noProof/>
          <w:kern w:val="2"/>
          <w:sz w:val="22"/>
          <w:szCs w:val="22"/>
          <w:lang w:eastAsia="cs-CZ"/>
          <w14:ligatures w14:val="standardContextual"/>
        </w:rPr>
      </w:pPr>
      <w:hyperlink w:anchor="_Toc147327179" w:history="1">
        <w:r w:rsidR="00DE3257" w:rsidRPr="002A2C1F">
          <w:rPr>
            <w:rStyle w:val="Hypertextovodkaz"/>
          </w:rPr>
          <w:t>15.</w:t>
        </w:r>
        <w:r w:rsidR="00DE3257">
          <w:rPr>
            <w:rFonts w:eastAsiaTheme="minorEastAsia"/>
            <w:caps w:val="0"/>
            <w:noProof/>
            <w:kern w:val="2"/>
            <w:sz w:val="22"/>
            <w:szCs w:val="22"/>
            <w:lang w:eastAsia="cs-CZ"/>
            <w14:ligatures w14:val="standardContextual"/>
          </w:rPr>
          <w:tab/>
        </w:r>
        <w:r w:rsidR="00DE3257" w:rsidRPr="002A2C1F">
          <w:rPr>
            <w:rStyle w:val="Hypertextovodkaz"/>
          </w:rPr>
          <w:t>OTEVÍRÁNÍ NABÍDEK</w:t>
        </w:r>
        <w:r w:rsidR="00DE3257">
          <w:rPr>
            <w:noProof/>
            <w:webHidden/>
          </w:rPr>
          <w:tab/>
        </w:r>
        <w:r w:rsidR="00DE3257">
          <w:rPr>
            <w:noProof/>
            <w:webHidden/>
          </w:rPr>
          <w:fldChar w:fldCharType="begin"/>
        </w:r>
        <w:r w:rsidR="00DE3257">
          <w:rPr>
            <w:noProof/>
            <w:webHidden/>
          </w:rPr>
          <w:instrText xml:space="preserve"> PAGEREF _Toc147327179 \h </w:instrText>
        </w:r>
        <w:r w:rsidR="00DE3257">
          <w:rPr>
            <w:noProof/>
            <w:webHidden/>
          </w:rPr>
        </w:r>
        <w:r w:rsidR="00DE3257">
          <w:rPr>
            <w:noProof/>
            <w:webHidden/>
          </w:rPr>
          <w:fldChar w:fldCharType="separate"/>
        </w:r>
        <w:r w:rsidR="00DE3257">
          <w:rPr>
            <w:noProof/>
            <w:webHidden/>
          </w:rPr>
          <w:t>22</w:t>
        </w:r>
        <w:r w:rsidR="00DE3257">
          <w:rPr>
            <w:noProof/>
            <w:webHidden/>
          </w:rPr>
          <w:fldChar w:fldCharType="end"/>
        </w:r>
      </w:hyperlink>
    </w:p>
    <w:p w14:paraId="5C71ECD7" w14:textId="195EE006" w:rsidR="00DE3257" w:rsidRDefault="00070D86">
      <w:pPr>
        <w:pStyle w:val="Obsah1"/>
        <w:rPr>
          <w:rFonts w:eastAsiaTheme="minorEastAsia"/>
          <w:caps w:val="0"/>
          <w:noProof/>
          <w:kern w:val="2"/>
          <w:sz w:val="22"/>
          <w:szCs w:val="22"/>
          <w:lang w:eastAsia="cs-CZ"/>
          <w14:ligatures w14:val="standardContextual"/>
        </w:rPr>
      </w:pPr>
      <w:hyperlink w:anchor="_Toc147327180" w:history="1">
        <w:r w:rsidR="00DE3257" w:rsidRPr="002A2C1F">
          <w:rPr>
            <w:rStyle w:val="Hypertextovodkaz"/>
          </w:rPr>
          <w:t>16.</w:t>
        </w:r>
        <w:r w:rsidR="00DE3257">
          <w:rPr>
            <w:rFonts w:eastAsiaTheme="minorEastAsia"/>
            <w:caps w:val="0"/>
            <w:noProof/>
            <w:kern w:val="2"/>
            <w:sz w:val="22"/>
            <w:szCs w:val="22"/>
            <w:lang w:eastAsia="cs-CZ"/>
            <w14:ligatures w14:val="standardContextual"/>
          </w:rPr>
          <w:tab/>
        </w:r>
        <w:r w:rsidR="00DE3257" w:rsidRPr="002A2C1F">
          <w:rPr>
            <w:rStyle w:val="Hypertextovodkaz"/>
          </w:rPr>
          <w:t>POSOUZENÍ SPLNĚNÍ PODMÍNEK ÚČASTI</w:t>
        </w:r>
        <w:r w:rsidR="00DE3257">
          <w:rPr>
            <w:noProof/>
            <w:webHidden/>
          </w:rPr>
          <w:tab/>
        </w:r>
        <w:r w:rsidR="00DE3257">
          <w:rPr>
            <w:noProof/>
            <w:webHidden/>
          </w:rPr>
          <w:fldChar w:fldCharType="begin"/>
        </w:r>
        <w:r w:rsidR="00DE3257">
          <w:rPr>
            <w:noProof/>
            <w:webHidden/>
          </w:rPr>
          <w:instrText xml:space="preserve"> PAGEREF _Toc147327180 \h </w:instrText>
        </w:r>
        <w:r w:rsidR="00DE3257">
          <w:rPr>
            <w:noProof/>
            <w:webHidden/>
          </w:rPr>
        </w:r>
        <w:r w:rsidR="00DE3257">
          <w:rPr>
            <w:noProof/>
            <w:webHidden/>
          </w:rPr>
          <w:fldChar w:fldCharType="separate"/>
        </w:r>
        <w:r w:rsidR="00DE3257">
          <w:rPr>
            <w:noProof/>
            <w:webHidden/>
          </w:rPr>
          <w:t>22</w:t>
        </w:r>
        <w:r w:rsidR="00DE3257">
          <w:rPr>
            <w:noProof/>
            <w:webHidden/>
          </w:rPr>
          <w:fldChar w:fldCharType="end"/>
        </w:r>
      </w:hyperlink>
    </w:p>
    <w:p w14:paraId="1997CBB3" w14:textId="53CD2C60" w:rsidR="00DE3257" w:rsidRDefault="00070D86">
      <w:pPr>
        <w:pStyle w:val="Obsah1"/>
        <w:rPr>
          <w:rFonts w:eastAsiaTheme="minorEastAsia"/>
          <w:caps w:val="0"/>
          <w:noProof/>
          <w:kern w:val="2"/>
          <w:sz w:val="22"/>
          <w:szCs w:val="22"/>
          <w:lang w:eastAsia="cs-CZ"/>
          <w14:ligatures w14:val="standardContextual"/>
        </w:rPr>
      </w:pPr>
      <w:hyperlink w:anchor="_Toc147327181" w:history="1">
        <w:r w:rsidR="00DE3257" w:rsidRPr="002A2C1F">
          <w:rPr>
            <w:rStyle w:val="Hypertextovodkaz"/>
          </w:rPr>
          <w:t>17.</w:t>
        </w:r>
        <w:r w:rsidR="00DE3257">
          <w:rPr>
            <w:rFonts w:eastAsiaTheme="minorEastAsia"/>
            <w:caps w:val="0"/>
            <w:noProof/>
            <w:kern w:val="2"/>
            <w:sz w:val="22"/>
            <w:szCs w:val="22"/>
            <w:lang w:eastAsia="cs-CZ"/>
            <w14:ligatures w14:val="standardContextual"/>
          </w:rPr>
          <w:tab/>
        </w:r>
        <w:r w:rsidR="00DE3257" w:rsidRPr="002A2C1F">
          <w:rPr>
            <w:rStyle w:val="Hypertextovodkaz"/>
          </w:rPr>
          <w:t>HODNOCENÍ NABÍDEK</w:t>
        </w:r>
        <w:r w:rsidR="00DE3257">
          <w:rPr>
            <w:noProof/>
            <w:webHidden/>
          </w:rPr>
          <w:tab/>
        </w:r>
        <w:r w:rsidR="00DE3257">
          <w:rPr>
            <w:noProof/>
            <w:webHidden/>
          </w:rPr>
          <w:fldChar w:fldCharType="begin"/>
        </w:r>
        <w:r w:rsidR="00DE3257">
          <w:rPr>
            <w:noProof/>
            <w:webHidden/>
          </w:rPr>
          <w:instrText xml:space="preserve"> PAGEREF _Toc147327181 \h </w:instrText>
        </w:r>
        <w:r w:rsidR="00DE3257">
          <w:rPr>
            <w:noProof/>
            <w:webHidden/>
          </w:rPr>
        </w:r>
        <w:r w:rsidR="00DE3257">
          <w:rPr>
            <w:noProof/>
            <w:webHidden/>
          </w:rPr>
          <w:fldChar w:fldCharType="separate"/>
        </w:r>
        <w:r w:rsidR="00DE3257">
          <w:rPr>
            <w:noProof/>
            <w:webHidden/>
          </w:rPr>
          <w:t>23</w:t>
        </w:r>
        <w:r w:rsidR="00DE3257">
          <w:rPr>
            <w:noProof/>
            <w:webHidden/>
          </w:rPr>
          <w:fldChar w:fldCharType="end"/>
        </w:r>
      </w:hyperlink>
    </w:p>
    <w:p w14:paraId="6F6E5277" w14:textId="4098EF7E" w:rsidR="00DE3257" w:rsidRDefault="00070D86">
      <w:pPr>
        <w:pStyle w:val="Obsah1"/>
        <w:rPr>
          <w:rFonts w:eastAsiaTheme="minorEastAsia"/>
          <w:caps w:val="0"/>
          <w:noProof/>
          <w:kern w:val="2"/>
          <w:sz w:val="22"/>
          <w:szCs w:val="22"/>
          <w:lang w:eastAsia="cs-CZ"/>
          <w14:ligatures w14:val="standardContextual"/>
        </w:rPr>
      </w:pPr>
      <w:hyperlink w:anchor="_Toc147327182" w:history="1">
        <w:r w:rsidR="00DE3257" w:rsidRPr="002A2C1F">
          <w:rPr>
            <w:rStyle w:val="Hypertextovodkaz"/>
          </w:rPr>
          <w:t>18.</w:t>
        </w:r>
        <w:r w:rsidR="00DE3257">
          <w:rPr>
            <w:rFonts w:eastAsiaTheme="minorEastAsia"/>
            <w:caps w:val="0"/>
            <w:noProof/>
            <w:kern w:val="2"/>
            <w:sz w:val="22"/>
            <w:szCs w:val="22"/>
            <w:lang w:eastAsia="cs-CZ"/>
            <w14:ligatures w14:val="standardContextual"/>
          </w:rPr>
          <w:tab/>
        </w:r>
        <w:r w:rsidR="00DE3257" w:rsidRPr="002A2C1F">
          <w:rPr>
            <w:rStyle w:val="Hypertextovodkaz"/>
          </w:rPr>
          <w:t>ZRUŠENÍ VÝBĚROVÉHO ŘÍZENÍ</w:t>
        </w:r>
        <w:r w:rsidR="00DE3257">
          <w:rPr>
            <w:noProof/>
            <w:webHidden/>
          </w:rPr>
          <w:tab/>
        </w:r>
        <w:r w:rsidR="00DE3257">
          <w:rPr>
            <w:noProof/>
            <w:webHidden/>
          </w:rPr>
          <w:fldChar w:fldCharType="begin"/>
        </w:r>
        <w:r w:rsidR="00DE3257">
          <w:rPr>
            <w:noProof/>
            <w:webHidden/>
          </w:rPr>
          <w:instrText xml:space="preserve"> PAGEREF _Toc147327182 \h </w:instrText>
        </w:r>
        <w:r w:rsidR="00DE3257">
          <w:rPr>
            <w:noProof/>
            <w:webHidden/>
          </w:rPr>
        </w:r>
        <w:r w:rsidR="00DE3257">
          <w:rPr>
            <w:noProof/>
            <w:webHidden/>
          </w:rPr>
          <w:fldChar w:fldCharType="separate"/>
        </w:r>
        <w:r w:rsidR="00DE3257">
          <w:rPr>
            <w:noProof/>
            <w:webHidden/>
          </w:rPr>
          <w:t>24</w:t>
        </w:r>
        <w:r w:rsidR="00DE3257">
          <w:rPr>
            <w:noProof/>
            <w:webHidden/>
          </w:rPr>
          <w:fldChar w:fldCharType="end"/>
        </w:r>
      </w:hyperlink>
    </w:p>
    <w:p w14:paraId="765E8129" w14:textId="5568A7D8" w:rsidR="00DE3257" w:rsidRDefault="00070D86">
      <w:pPr>
        <w:pStyle w:val="Obsah1"/>
        <w:rPr>
          <w:rFonts w:eastAsiaTheme="minorEastAsia"/>
          <w:caps w:val="0"/>
          <w:noProof/>
          <w:kern w:val="2"/>
          <w:sz w:val="22"/>
          <w:szCs w:val="22"/>
          <w:lang w:eastAsia="cs-CZ"/>
          <w14:ligatures w14:val="standardContextual"/>
        </w:rPr>
      </w:pPr>
      <w:hyperlink w:anchor="_Toc147327183" w:history="1">
        <w:r w:rsidR="00DE3257" w:rsidRPr="002A2C1F">
          <w:rPr>
            <w:rStyle w:val="Hypertextovodkaz"/>
          </w:rPr>
          <w:t>19.</w:t>
        </w:r>
        <w:r w:rsidR="00DE3257">
          <w:rPr>
            <w:rFonts w:eastAsiaTheme="minorEastAsia"/>
            <w:caps w:val="0"/>
            <w:noProof/>
            <w:kern w:val="2"/>
            <w:sz w:val="22"/>
            <w:szCs w:val="22"/>
            <w:lang w:eastAsia="cs-CZ"/>
            <w14:ligatures w14:val="standardContextual"/>
          </w:rPr>
          <w:tab/>
        </w:r>
        <w:r w:rsidR="00DE3257" w:rsidRPr="002A2C1F">
          <w:rPr>
            <w:rStyle w:val="Hypertextovodkaz"/>
          </w:rPr>
          <w:t>UZAVŘENÍ SMLOUVY</w:t>
        </w:r>
        <w:r w:rsidR="00DE3257">
          <w:rPr>
            <w:noProof/>
            <w:webHidden/>
          </w:rPr>
          <w:tab/>
        </w:r>
        <w:r w:rsidR="00DE3257">
          <w:rPr>
            <w:noProof/>
            <w:webHidden/>
          </w:rPr>
          <w:fldChar w:fldCharType="begin"/>
        </w:r>
        <w:r w:rsidR="00DE3257">
          <w:rPr>
            <w:noProof/>
            <w:webHidden/>
          </w:rPr>
          <w:instrText xml:space="preserve"> PAGEREF _Toc147327183 \h </w:instrText>
        </w:r>
        <w:r w:rsidR="00DE3257">
          <w:rPr>
            <w:noProof/>
            <w:webHidden/>
          </w:rPr>
        </w:r>
        <w:r w:rsidR="00DE3257">
          <w:rPr>
            <w:noProof/>
            <w:webHidden/>
          </w:rPr>
          <w:fldChar w:fldCharType="separate"/>
        </w:r>
        <w:r w:rsidR="00DE3257">
          <w:rPr>
            <w:noProof/>
            <w:webHidden/>
          </w:rPr>
          <w:t>24</w:t>
        </w:r>
        <w:r w:rsidR="00DE3257">
          <w:rPr>
            <w:noProof/>
            <w:webHidden/>
          </w:rPr>
          <w:fldChar w:fldCharType="end"/>
        </w:r>
      </w:hyperlink>
    </w:p>
    <w:p w14:paraId="228DEB52" w14:textId="73C03BBD" w:rsidR="00DE3257" w:rsidRDefault="00070D86">
      <w:pPr>
        <w:pStyle w:val="Obsah1"/>
        <w:rPr>
          <w:rFonts w:eastAsiaTheme="minorEastAsia"/>
          <w:caps w:val="0"/>
          <w:noProof/>
          <w:kern w:val="2"/>
          <w:sz w:val="22"/>
          <w:szCs w:val="22"/>
          <w:lang w:eastAsia="cs-CZ"/>
          <w14:ligatures w14:val="standardContextual"/>
        </w:rPr>
      </w:pPr>
      <w:hyperlink w:anchor="_Toc147327184" w:history="1">
        <w:r w:rsidR="00DE3257" w:rsidRPr="002A2C1F">
          <w:rPr>
            <w:rStyle w:val="Hypertextovodkaz"/>
          </w:rPr>
          <w:t>20.</w:t>
        </w:r>
        <w:r w:rsidR="00DE3257">
          <w:rPr>
            <w:rFonts w:eastAsiaTheme="minorEastAsia"/>
            <w:caps w:val="0"/>
            <w:noProof/>
            <w:kern w:val="2"/>
            <w:sz w:val="22"/>
            <w:szCs w:val="22"/>
            <w:lang w:eastAsia="cs-CZ"/>
            <w14:ligatures w14:val="standardContextual"/>
          </w:rPr>
          <w:tab/>
        </w:r>
        <w:r w:rsidR="00DE3257" w:rsidRPr="002A2C1F">
          <w:rPr>
            <w:rStyle w:val="Hypertextovodkaz"/>
          </w:rPr>
          <w:t>OCHRANA INFORMACÍ</w:t>
        </w:r>
        <w:r w:rsidR="00DE3257">
          <w:rPr>
            <w:noProof/>
            <w:webHidden/>
          </w:rPr>
          <w:tab/>
        </w:r>
        <w:r w:rsidR="00DE3257">
          <w:rPr>
            <w:noProof/>
            <w:webHidden/>
          </w:rPr>
          <w:fldChar w:fldCharType="begin"/>
        </w:r>
        <w:r w:rsidR="00DE3257">
          <w:rPr>
            <w:noProof/>
            <w:webHidden/>
          </w:rPr>
          <w:instrText xml:space="preserve"> PAGEREF _Toc147327184 \h </w:instrText>
        </w:r>
        <w:r w:rsidR="00DE3257">
          <w:rPr>
            <w:noProof/>
            <w:webHidden/>
          </w:rPr>
        </w:r>
        <w:r w:rsidR="00DE3257">
          <w:rPr>
            <w:noProof/>
            <w:webHidden/>
          </w:rPr>
          <w:fldChar w:fldCharType="separate"/>
        </w:r>
        <w:r w:rsidR="00DE3257">
          <w:rPr>
            <w:noProof/>
            <w:webHidden/>
          </w:rPr>
          <w:t>26</w:t>
        </w:r>
        <w:r w:rsidR="00DE3257">
          <w:rPr>
            <w:noProof/>
            <w:webHidden/>
          </w:rPr>
          <w:fldChar w:fldCharType="end"/>
        </w:r>
      </w:hyperlink>
    </w:p>
    <w:p w14:paraId="39897225" w14:textId="4C08C559" w:rsidR="00DE3257" w:rsidRDefault="00070D86">
      <w:pPr>
        <w:pStyle w:val="Obsah1"/>
        <w:rPr>
          <w:rFonts w:eastAsiaTheme="minorEastAsia"/>
          <w:caps w:val="0"/>
          <w:noProof/>
          <w:kern w:val="2"/>
          <w:sz w:val="22"/>
          <w:szCs w:val="22"/>
          <w:lang w:eastAsia="cs-CZ"/>
          <w14:ligatures w14:val="standardContextual"/>
        </w:rPr>
      </w:pPr>
      <w:hyperlink w:anchor="_Toc147327185" w:history="1">
        <w:r w:rsidR="00DE3257" w:rsidRPr="002A2C1F">
          <w:rPr>
            <w:rStyle w:val="Hypertextovodkaz"/>
          </w:rPr>
          <w:t>21.</w:t>
        </w:r>
        <w:r w:rsidR="00DE3257">
          <w:rPr>
            <w:rFonts w:eastAsiaTheme="minorEastAsia"/>
            <w:caps w:val="0"/>
            <w:noProof/>
            <w:kern w:val="2"/>
            <w:sz w:val="22"/>
            <w:szCs w:val="22"/>
            <w:lang w:eastAsia="cs-CZ"/>
            <w14:ligatures w14:val="standardContextual"/>
          </w:rPr>
          <w:tab/>
        </w:r>
        <w:r w:rsidR="00DE3257" w:rsidRPr="002A2C1F">
          <w:rPr>
            <w:rStyle w:val="Hypertextovodkaz"/>
          </w:rPr>
          <w:t>SOCIÁLNĚ A ENVIRONMENTÁLNĚ ODPOVĚDNÉ ZADÁVÁNÍ, INOVACE</w:t>
        </w:r>
        <w:r w:rsidR="00DE3257">
          <w:rPr>
            <w:noProof/>
            <w:webHidden/>
          </w:rPr>
          <w:tab/>
        </w:r>
        <w:r w:rsidR="00DE3257">
          <w:rPr>
            <w:noProof/>
            <w:webHidden/>
          </w:rPr>
          <w:fldChar w:fldCharType="begin"/>
        </w:r>
        <w:r w:rsidR="00DE3257">
          <w:rPr>
            <w:noProof/>
            <w:webHidden/>
          </w:rPr>
          <w:instrText xml:space="preserve"> PAGEREF _Toc147327185 \h </w:instrText>
        </w:r>
        <w:r w:rsidR="00DE3257">
          <w:rPr>
            <w:noProof/>
            <w:webHidden/>
          </w:rPr>
        </w:r>
        <w:r w:rsidR="00DE3257">
          <w:rPr>
            <w:noProof/>
            <w:webHidden/>
          </w:rPr>
          <w:fldChar w:fldCharType="separate"/>
        </w:r>
        <w:r w:rsidR="00DE3257">
          <w:rPr>
            <w:noProof/>
            <w:webHidden/>
          </w:rPr>
          <w:t>27</w:t>
        </w:r>
        <w:r w:rsidR="00DE3257">
          <w:rPr>
            <w:noProof/>
            <w:webHidden/>
          </w:rPr>
          <w:fldChar w:fldCharType="end"/>
        </w:r>
      </w:hyperlink>
    </w:p>
    <w:p w14:paraId="68ECC89C" w14:textId="3BC30CDC" w:rsidR="00DE3257" w:rsidRDefault="00070D86">
      <w:pPr>
        <w:pStyle w:val="Obsah1"/>
        <w:rPr>
          <w:rFonts w:eastAsiaTheme="minorEastAsia"/>
          <w:caps w:val="0"/>
          <w:noProof/>
          <w:kern w:val="2"/>
          <w:sz w:val="22"/>
          <w:szCs w:val="22"/>
          <w:lang w:eastAsia="cs-CZ"/>
          <w14:ligatures w14:val="standardContextual"/>
        </w:rPr>
      </w:pPr>
      <w:hyperlink w:anchor="_Toc147327186" w:history="1">
        <w:r w:rsidR="00DE3257" w:rsidRPr="002A2C1F">
          <w:rPr>
            <w:rStyle w:val="Hypertextovodkaz"/>
          </w:rPr>
          <w:t>22.</w:t>
        </w:r>
        <w:r w:rsidR="00DE3257">
          <w:rPr>
            <w:rFonts w:eastAsiaTheme="minorEastAsia"/>
            <w:caps w:val="0"/>
            <w:noProof/>
            <w:kern w:val="2"/>
            <w:sz w:val="22"/>
            <w:szCs w:val="22"/>
            <w:lang w:eastAsia="cs-CZ"/>
            <w14:ligatures w14:val="standardContextual"/>
          </w:rPr>
          <w:tab/>
        </w:r>
        <w:r w:rsidR="00DE3257" w:rsidRPr="002A2C1F">
          <w:rPr>
            <w:rStyle w:val="Hypertextovodkaz"/>
          </w:rPr>
          <w:t>Další zadávací podmínky v návaznosti na MEZINÁRODNÍ sankce, zákaz zadání veřejné zakázky</w:t>
        </w:r>
        <w:r w:rsidR="00DE3257">
          <w:rPr>
            <w:noProof/>
            <w:webHidden/>
          </w:rPr>
          <w:tab/>
        </w:r>
        <w:r w:rsidR="00DE3257">
          <w:rPr>
            <w:noProof/>
            <w:webHidden/>
          </w:rPr>
          <w:fldChar w:fldCharType="begin"/>
        </w:r>
        <w:r w:rsidR="00DE3257">
          <w:rPr>
            <w:noProof/>
            <w:webHidden/>
          </w:rPr>
          <w:instrText xml:space="preserve"> PAGEREF _Toc147327186 \h </w:instrText>
        </w:r>
        <w:r w:rsidR="00DE3257">
          <w:rPr>
            <w:noProof/>
            <w:webHidden/>
          </w:rPr>
        </w:r>
        <w:r w:rsidR="00DE3257">
          <w:rPr>
            <w:noProof/>
            <w:webHidden/>
          </w:rPr>
          <w:fldChar w:fldCharType="separate"/>
        </w:r>
        <w:r w:rsidR="00DE3257">
          <w:rPr>
            <w:noProof/>
            <w:webHidden/>
          </w:rPr>
          <w:t>27</w:t>
        </w:r>
        <w:r w:rsidR="00DE3257">
          <w:rPr>
            <w:noProof/>
            <w:webHidden/>
          </w:rPr>
          <w:fldChar w:fldCharType="end"/>
        </w:r>
      </w:hyperlink>
    </w:p>
    <w:p w14:paraId="5ED8FA56" w14:textId="4C7B7901" w:rsidR="00DE3257" w:rsidRDefault="00070D86">
      <w:pPr>
        <w:pStyle w:val="Obsah1"/>
        <w:rPr>
          <w:rFonts w:eastAsiaTheme="minorEastAsia"/>
          <w:caps w:val="0"/>
          <w:noProof/>
          <w:kern w:val="2"/>
          <w:sz w:val="22"/>
          <w:szCs w:val="22"/>
          <w:lang w:eastAsia="cs-CZ"/>
          <w14:ligatures w14:val="standardContextual"/>
        </w:rPr>
      </w:pPr>
      <w:hyperlink w:anchor="_Toc147327187" w:history="1">
        <w:r w:rsidR="00DE3257" w:rsidRPr="002A2C1F">
          <w:rPr>
            <w:rStyle w:val="Hypertextovodkaz"/>
          </w:rPr>
          <w:t>23.</w:t>
        </w:r>
        <w:r w:rsidR="00DE3257">
          <w:rPr>
            <w:rFonts w:eastAsiaTheme="minorEastAsia"/>
            <w:caps w:val="0"/>
            <w:noProof/>
            <w:kern w:val="2"/>
            <w:sz w:val="22"/>
            <w:szCs w:val="22"/>
            <w:lang w:eastAsia="cs-CZ"/>
            <w14:ligatures w14:val="standardContextual"/>
          </w:rPr>
          <w:tab/>
        </w:r>
        <w:r w:rsidR="00DE3257" w:rsidRPr="002A2C1F">
          <w:rPr>
            <w:rStyle w:val="Hypertextovodkaz"/>
          </w:rPr>
          <w:t>PŘÍLOHY TÉTO VÝZVY</w:t>
        </w:r>
        <w:r w:rsidR="00DE3257">
          <w:rPr>
            <w:noProof/>
            <w:webHidden/>
          </w:rPr>
          <w:tab/>
        </w:r>
        <w:r w:rsidR="00DE3257">
          <w:rPr>
            <w:noProof/>
            <w:webHidden/>
          </w:rPr>
          <w:fldChar w:fldCharType="begin"/>
        </w:r>
        <w:r w:rsidR="00DE3257">
          <w:rPr>
            <w:noProof/>
            <w:webHidden/>
          </w:rPr>
          <w:instrText xml:space="preserve"> PAGEREF _Toc147327187 \h </w:instrText>
        </w:r>
        <w:r w:rsidR="00DE3257">
          <w:rPr>
            <w:noProof/>
            <w:webHidden/>
          </w:rPr>
        </w:r>
        <w:r w:rsidR="00DE3257">
          <w:rPr>
            <w:noProof/>
            <w:webHidden/>
          </w:rPr>
          <w:fldChar w:fldCharType="separate"/>
        </w:r>
        <w:r w:rsidR="00DE3257">
          <w:rPr>
            <w:noProof/>
            <w:webHidden/>
          </w:rPr>
          <w:t>28</w:t>
        </w:r>
        <w:r w:rsidR="00DE3257">
          <w:rPr>
            <w:noProof/>
            <w:webHidden/>
          </w:rPr>
          <w:fldChar w:fldCharType="end"/>
        </w:r>
      </w:hyperlink>
    </w:p>
    <w:p w14:paraId="16F4850C" w14:textId="4508A423"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47327165"/>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47327166"/>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30B16AD0" w:rsidR="0035531B" w:rsidRDefault="0035531B" w:rsidP="0021641A">
      <w:pPr>
        <w:pStyle w:val="Textbezslovn"/>
        <w:spacing w:after="0"/>
        <w:ind w:left="2127" w:hanging="1390"/>
      </w:pPr>
      <w:r>
        <w:lastRenderedPageBreak/>
        <w:t xml:space="preserve">zastoupená: </w:t>
      </w:r>
      <w:r>
        <w:tab/>
      </w:r>
      <w:r w:rsidR="0021641A" w:rsidRPr="0021641A">
        <w:t xml:space="preserve">Ing. Miroslavem </w:t>
      </w:r>
      <w:proofErr w:type="spellStart"/>
      <w:r w:rsidR="0021641A" w:rsidRPr="0021641A">
        <w:t>Bocákem</w:t>
      </w:r>
      <w:proofErr w:type="spellEnd"/>
      <w:r w:rsidR="0021641A" w:rsidRPr="0021641A">
        <w:t>, ředitelem organizační jednotky Stavební správa východ, na základě Řádu SŽ R3 Podpisový řád Správy železnic, státní organizace.</w:t>
      </w:r>
    </w:p>
    <w:p w14:paraId="47D39823" w14:textId="77777777" w:rsidR="0035531B" w:rsidRDefault="0035531B" w:rsidP="0035531B">
      <w:pPr>
        <w:pStyle w:val="Nadpis1-1"/>
      </w:pPr>
      <w:bookmarkStart w:id="6" w:name="_Toc147327167"/>
      <w:r>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01C7CB33" w:rsidR="0035531B" w:rsidRDefault="0035531B" w:rsidP="0035531B">
      <w:pPr>
        <w:pStyle w:val="Text1-1"/>
      </w:pPr>
      <w:r>
        <w:t xml:space="preserve">Kontaktní osobou zadavatele pro </w:t>
      </w:r>
      <w:r w:rsidR="009531C1">
        <w:t xml:space="preserve">výběrové </w:t>
      </w:r>
      <w:r>
        <w:t>řízení je:</w:t>
      </w:r>
    </w:p>
    <w:p w14:paraId="3D7BFF3E" w14:textId="77777777" w:rsidR="0021641A" w:rsidRDefault="0021641A" w:rsidP="0021641A">
      <w:pPr>
        <w:pStyle w:val="Text1-1"/>
        <w:numPr>
          <w:ilvl w:val="0"/>
          <w:numId w:val="0"/>
        </w:numPr>
        <w:spacing w:after="0"/>
        <w:ind w:left="737"/>
      </w:pPr>
      <w:r w:rsidRPr="00216F62">
        <w:rPr>
          <w:b/>
        </w:rPr>
        <w:t>JUDr. Jaroslav Klimeš</w:t>
      </w:r>
    </w:p>
    <w:p w14:paraId="58FBB85F" w14:textId="77777777" w:rsidR="0021641A" w:rsidRDefault="0021641A" w:rsidP="0021641A">
      <w:pPr>
        <w:pStyle w:val="Textbezslovn"/>
        <w:spacing w:after="0"/>
      </w:pPr>
      <w:r>
        <w:t xml:space="preserve">telefon: 722 819 305, </w:t>
      </w:r>
    </w:p>
    <w:p w14:paraId="4BDCECDA" w14:textId="77777777" w:rsidR="0021641A" w:rsidRDefault="0021641A" w:rsidP="0021641A">
      <w:pPr>
        <w:pStyle w:val="Textbezslovn"/>
        <w:spacing w:after="0"/>
      </w:pPr>
      <w:r>
        <w:t xml:space="preserve">e-mail: KlimesJa@spravazeleznic.cz </w:t>
      </w:r>
    </w:p>
    <w:p w14:paraId="757746F3" w14:textId="77777777" w:rsidR="0021641A" w:rsidRDefault="0021641A" w:rsidP="0021641A">
      <w:pPr>
        <w:pStyle w:val="Textbezslovn"/>
        <w:spacing w:after="0"/>
      </w:pPr>
      <w:r>
        <w:t>adresa:</w:t>
      </w:r>
    </w:p>
    <w:p w14:paraId="7BE9DDB9" w14:textId="77777777" w:rsidR="0021641A" w:rsidRDefault="0021641A" w:rsidP="0021641A">
      <w:pPr>
        <w:pStyle w:val="Textbezslovn"/>
        <w:spacing w:after="0"/>
      </w:pPr>
      <w:r>
        <w:t>Správa železnic, státní organizace</w:t>
      </w:r>
    </w:p>
    <w:p w14:paraId="55EBEF60" w14:textId="77777777" w:rsidR="0021641A" w:rsidRDefault="0021641A" w:rsidP="0021641A">
      <w:pPr>
        <w:pStyle w:val="Textbezslovn"/>
        <w:spacing w:after="0"/>
      </w:pPr>
      <w:r>
        <w:t>Stavební správa východ</w:t>
      </w:r>
    </w:p>
    <w:p w14:paraId="574B28BD" w14:textId="77777777" w:rsidR="0021641A" w:rsidRDefault="0021641A" w:rsidP="0021641A">
      <w:pPr>
        <w:pStyle w:val="Textbezslovn"/>
        <w:spacing w:after="0"/>
      </w:pPr>
      <w:r>
        <w:t>Nerudova 1</w:t>
      </w:r>
    </w:p>
    <w:p w14:paraId="28CFE97B" w14:textId="7966C5F4" w:rsidR="0035531B" w:rsidRDefault="0021641A" w:rsidP="0021641A">
      <w:pPr>
        <w:pStyle w:val="Textbezslovn"/>
      </w:pPr>
      <w:r>
        <w:t xml:space="preserve">779 </w:t>
      </w:r>
      <w:r w:rsidRPr="004C4A48">
        <w:t>00 Olomouc</w:t>
      </w:r>
    </w:p>
    <w:p w14:paraId="4B3CCDAE" w14:textId="77777777" w:rsidR="0035531B" w:rsidRPr="00DE3257" w:rsidRDefault="0035531B" w:rsidP="0035531B">
      <w:pPr>
        <w:pStyle w:val="Nadpis1-1"/>
      </w:pPr>
      <w:bookmarkStart w:id="7" w:name="_Toc147327168"/>
      <w:r w:rsidRPr="00DE3257">
        <w:t>ÚČEL</w:t>
      </w:r>
      <w:r w:rsidR="00845C50" w:rsidRPr="00DE3257">
        <w:t xml:space="preserve"> </w:t>
      </w:r>
      <w:r w:rsidR="00776A8A" w:rsidRPr="00DE3257">
        <w:t>A</w:t>
      </w:r>
      <w:r w:rsidR="00845C50" w:rsidRPr="00DE3257">
        <w:t> </w:t>
      </w:r>
      <w:r w:rsidRPr="00DE3257">
        <w:t>PŘEDMĚT PLNĚNÍ VEŘEJNÉ ZAKÁZKY</w:t>
      </w:r>
      <w:bookmarkEnd w:id="7"/>
    </w:p>
    <w:p w14:paraId="76AB5650" w14:textId="77777777" w:rsidR="0035531B" w:rsidRPr="00DE3257" w:rsidRDefault="0035531B" w:rsidP="0035531B">
      <w:pPr>
        <w:pStyle w:val="Text1-1"/>
      </w:pPr>
      <w:r w:rsidRPr="00DE3257">
        <w:t>Účel veřejné zakázky</w:t>
      </w:r>
    </w:p>
    <w:p w14:paraId="261B2D8E" w14:textId="378D30F1" w:rsidR="0035531B" w:rsidRPr="00DE3257" w:rsidRDefault="0021641A" w:rsidP="0035531B">
      <w:pPr>
        <w:pStyle w:val="Textbezslovn"/>
      </w:pPr>
      <w:r w:rsidRPr="00DE3257">
        <w:t>Zajištění legislativních požadavků kladených na budovy z hlediska tepelně technických vlastností snížením energetické náročnosti objektu, zavedení ekologického zdroje vytápění a zvýšení standardu užívání pro OOSPO.</w:t>
      </w:r>
    </w:p>
    <w:p w14:paraId="7BAF690A" w14:textId="77777777" w:rsidR="0035531B" w:rsidRPr="00DE3257" w:rsidRDefault="0035531B" w:rsidP="0035531B">
      <w:pPr>
        <w:pStyle w:val="Text1-1"/>
      </w:pPr>
      <w:r w:rsidRPr="00DE3257">
        <w:t>Předmět plnění veřejné zakázky</w:t>
      </w:r>
    </w:p>
    <w:p w14:paraId="20BC8A86" w14:textId="77777777" w:rsidR="0021641A" w:rsidRPr="00DE3257" w:rsidRDefault="0021641A" w:rsidP="0021641A">
      <w:pPr>
        <w:pStyle w:val="Textbezslovn"/>
      </w:pPr>
      <w:r w:rsidRPr="00DE3257">
        <w:t>Dispoziční úprava a adaptace části vnitřního prostoru v 1.NP na místnosti 0P09 – „Kotelna“ a 0P10 – „WC pro OOSPO“ vč. příslušných instalací ZTI a elektro, úpravy povrchů, zařizovacích předmětů a vnitřního vybavení.</w:t>
      </w:r>
    </w:p>
    <w:p w14:paraId="7C1AFE76" w14:textId="77777777" w:rsidR="0021641A" w:rsidRPr="00DE3257" w:rsidRDefault="0021641A" w:rsidP="0021641A">
      <w:pPr>
        <w:pStyle w:val="Textbezslovn"/>
      </w:pPr>
      <w:r w:rsidRPr="00DE3257">
        <w:t xml:space="preserve">Zateplení vnějšího pláště budovy kontaktním zateplovacím systémem vč. tenkovrstvé probarvené fasádní omítky, součástí je demontáž, prostavění a zpětná montáž svislých svodů již provedeného hromosvodu. </w:t>
      </w:r>
    </w:p>
    <w:p w14:paraId="32A0E629" w14:textId="77777777" w:rsidR="0021641A" w:rsidRPr="00DE3257" w:rsidRDefault="0021641A" w:rsidP="0021641A">
      <w:pPr>
        <w:pStyle w:val="Textbezslovn"/>
      </w:pPr>
      <w:r w:rsidRPr="00DE3257">
        <w:t>Instalace tepelného čerpadla jako nového zdroje vytápění budovy vč. veškerých souvisejících technologických zařízení a úprav, příslušné vybavení místnosti 0P09 (kotelna), měření topných větví.</w:t>
      </w:r>
    </w:p>
    <w:p w14:paraId="2ABE9988" w14:textId="61AA7EF2" w:rsidR="005F769B" w:rsidRPr="00DE3257" w:rsidRDefault="0021641A" w:rsidP="0021641A">
      <w:pPr>
        <w:pStyle w:val="Textbezslovn"/>
      </w:pPr>
      <w:r w:rsidRPr="00DE3257">
        <w:t>Vybudování venkovní zpevněné plochy pro osazení vnější jednotky tepelného čerpadla, oplocení plochy.</w:t>
      </w:r>
    </w:p>
    <w:p w14:paraId="5EF3D86D" w14:textId="7899437A" w:rsidR="0035531B" w:rsidRPr="00DE3257" w:rsidRDefault="0035531B" w:rsidP="006F6B09">
      <w:pPr>
        <w:pStyle w:val="Textbezslovn"/>
      </w:pPr>
      <w:r w:rsidRPr="00DE3257">
        <w:t>Bližší specifikace předmětu plnění veřejné zakázky je upravena</w:t>
      </w:r>
      <w:r w:rsidR="00092CC9" w:rsidRPr="00DE3257">
        <w:t xml:space="preserve"> v </w:t>
      </w:r>
      <w:r w:rsidRPr="00DE3257">
        <w:t>dalších částech zadávací dokumentace.</w:t>
      </w:r>
    </w:p>
    <w:p w14:paraId="09BA5608" w14:textId="0918692A" w:rsidR="00140082" w:rsidRPr="00DE3257" w:rsidRDefault="0035531B" w:rsidP="0021641A">
      <w:pPr>
        <w:pStyle w:val="Text1-1"/>
      </w:pPr>
      <w:r w:rsidRPr="00DE3257">
        <w:t>Klasifikace předmětu veřejné zakázky</w:t>
      </w:r>
    </w:p>
    <w:p w14:paraId="4C8317CB" w14:textId="77777777" w:rsidR="00140082" w:rsidRPr="00DE3257" w:rsidRDefault="00140082" w:rsidP="00140082">
      <w:pPr>
        <w:pStyle w:val="Textbezslovn"/>
        <w:spacing w:after="0"/>
      </w:pPr>
      <w:r w:rsidRPr="00DE3257">
        <w:t>CPV kód 45213320-2 - Stavební úpravy objektů sloužících železniční dopravě</w:t>
      </w:r>
    </w:p>
    <w:p w14:paraId="5C34AB00" w14:textId="77777777" w:rsidR="00140082" w:rsidRDefault="00140082" w:rsidP="00140082">
      <w:pPr>
        <w:pStyle w:val="Textbezslovn"/>
      </w:pPr>
      <w:r w:rsidRPr="00DE3257">
        <w:t>CPV kód 45454100-5 – Rekonstrukce budov</w:t>
      </w:r>
    </w:p>
    <w:p w14:paraId="6B90FA2F" w14:textId="77777777" w:rsidR="0035531B" w:rsidRDefault="007354E9" w:rsidP="007354E9">
      <w:pPr>
        <w:pStyle w:val="Text1-1"/>
      </w:pPr>
      <w:r w:rsidRPr="007354E9">
        <w:lastRenderedPageBreak/>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147327169"/>
      <w:r>
        <w:t>ZDROJE FINANCOVÁNÍ</w:t>
      </w:r>
      <w:r w:rsidR="00845C50">
        <w:t xml:space="preserve"> </w:t>
      </w:r>
      <w:r w:rsidR="00776A8A">
        <w:t>A</w:t>
      </w:r>
      <w:r w:rsidR="00845C50">
        <w:t> </w:t>
      </w:r>
      <w:r>
        <w:t>PŘEDPOKLÁDANÁ HODNOTA VEŘEJNÉ ZAKÁZKY</w:t>
      </w:r>
      <w:bookmarkEnd w:id="8"/>
    </w:p>
    <w:p w14:paraId="4BD9E975" w14:textId="65455A52" w:rsidR="005F769B" w:rsidRDefault="007354E9" w:rsidP="0021641A">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2425686" w14:textId="2B39C9D5" w:rsidR="00CB1C2E" w:rsidRPr="0021641A" w:rsidRDefault="007354E9" w:rsidP="0021641A">
      <w:pPr>
        <w:pStyle w:val="Text1-1"/>
        <w:rPr>
          <w:rStyle w:val="Tun9b"/>
          <w:b w:val="0"/>
        </w:rPr>
      </w:pPr>
      <w:r w:rsidRPr="00140082">
        <w:rPr>
          <w:b/>
        </w:rPr>
        <w:t xml:space="preserve">Předpokládaná hodnota veřejné zakázky činí </w:t>
      </w:r>
      <w:r w:rsidR="00D51CFE" w:rsidRPr="00D51CFE">
        <w:rPr>
          <w:b/>
        </w:rPr>
        <w:t>3</w:t>
      </w:r>
      <w:r w:rsidR="00D51CFE">
        <w:rPr>
          <w:b/>
        </w:rPr>
        <w:t> </w:t>
      </w:r>
      <w:r w:rsidR="00D51CFE" w:rsidRPr="00D51CFE">
        <w:rPr>
          <w:b/>
        </w:rPr>
        <w:t>887</w:t>
      </w:r>
      <w:r w:rsidR="00D51CFE">
        <w:rPr>
          <w:b/>
        </w:rPr>
        <w:t xml:space="preserve"> </w:t>
      </w:r>
      <w:r w:rsidR="00D51CFE" w:rsidRPr="00D51CFE">
        <w:rPr>
          <w:b/>
        </w:rPr>
        <w:t>166,00</w:t>
      </w:r>
      <w:r w:rsidR="0021641A">
        <w:rPr>
          <w:b/>
        </w:rPr>
        <w:t>,-</w:t>
      </w:r>
      <w:r w:rsidRPr="00140082">
        <w:rPr>
          <w:b/>
        </w:rPr>
        <w:t xml:space="preserve"> Kč (bez DPH)</w:t>
      </w:r>
      <w:r>
        <w:t xml:space="preserve">. </w:t>
      </w:r>
    </w:p>
    <w:p w14:paraId="15FE046F" w14:textId="77777777" w:rsidR="0035531B" w:rsidRDefault="0035531B" w:rsidP="006F6B09">
      <w:pPr>
        <w:pStyle w:val="Nadpis1-1"/>
      </w:pPr>
      <w:bookmarkStart w:id="9" w:name="_Toc147327170"/>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6A9DD876" w14:textId="2B0619FC" w:rsidR="0070736C" w:rsidRDefault="00FD39DE" w:rsidP="0021641A">
      <w:pPr>
        <w:pStyle w:val="Text1-1"/>
      </w:pPr>
      <w:r>
        <w:t xml:space="preserve">Zadávací dokumentace je přístupná na profilu zadavatele: </w:t>
      </w:r>
      <w:hyperlink r:id="rId12"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DE3257"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w:t>
      </w:r>
      <w:r w:rsidRPr="00DE3257">
        <w:t>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DE3257">
        <w:t>.</w:t>
      </w:r>
    </w:p>
    <w:p w14:paraId="3B6C08CF" w14:textId="0FDD799F" w:rsidR="0035531B" w:rsidRPr="00DE3257" w:rsidRDefault="00FD39DE" w:rsidP="00FD39DE">
      <w:pPr>
        <w:pStyle w:val="Text1-1"/>
      </w:pPr>
      <w:r w:rsidRPr="00DE3257">
        <w:t xml:space="preserve">Zadavatel sděluje, že následující části zadávací dokumentace vypracovala osoba odlišná od zadavatele, a to: </w:t>
      </w:r>
      <w:r w:rsidR="0021641A" w:rsidRPr="00DE3257">
        <w:t xml:space="preserve">PDPS zpracovaná společností TAPA projekt s.r.o., se sídlem </w:t>
      </w:r>
      <w:proofErr w:type="spellStart"/>
      <w:r w:rsidR="0021641A" w:rsidRPr="00DE3257">
        <w:t>Waldhauserova</w:t>
      </w:r>
      <w:proofErr w:type="spellEnd"/>
      <w:r w:rsidR="0021641A" w:rsidRPr="00DE3257">
        <w:t xml:space="preserve"> 948, Havlíčkův Brod, IČO: 259 29 313, z 11/2021</w:t>
      </w:r>
    </w:p>
    <w:p w14:paraId="4E9E1772" w14:textId="4404F54B" w:rsidR="0035531B" w:rsidRPr="00DE3257" w:rsidRDefault="00FD39DE" w:rsidP="0021641A">
      <w:pPr>
        <w:pStyle w:val="Text1-1"/>
      </w:pPr>
      <w:r w:rsidRPr="00DE3257">
        <w:t>Pro vyloučení pochybností zadavatel uvádí, že ohledně této veřejné zakázky nevedl předběžné tržní konzultace.</w:t>
      </w:r>
      <w:r w:rsidR="0035531B" w:rsidRPr="00DE3257">
        <w:t xml:space="preserve"> </w:t>
      </w:r>
    </w:p>
    <w:p w14:paraId="21F661DC" w14:textId="77777777" w:rsidR="0035531B" w:rsidRPr="00DE3257" w:rsidRDefault="0035531B" w:rsidP="00CC4380">
      <w:pPr>
        <w:pStyle w:val="Nadpis1-1"/>
      </w:pPr>
      <w:bookmarkStart w:id="10" w:name="_Toc147327171"/>
      <w:r w:rsidRPr="00DE3257">
        <w:t>VYSVĚTLENÍ, ZMĚNY</w:t>
      </w:r>
      <w:r w:rsidR="00845C50" w:rsidRPr="00DE3257">
        <w:t xml:space="preserve"> </w:t>
      </w:r>
      <w:r w:rsidR="00776A8A" w:rsidRPr="00DE3257">
        <w:t>A</w:t>
      </w:r>
      <w:r w:rsidR="00845C50" w:rsidRPr="00DE3257">
        <w:t> </w:t>
      </w:r>
      <w:r w:rsidRPr="00DE3257">
        <w:t>DOPLNĚNÍ ZADÁVACÍ DOKUMENTACE</w:t>
      </w:r>
      <w:bookmarkEnd w:id="10"/>
      <w:r w:rsidRPr="00DE3257">
        <w:t xml:space="preserve"> </w:t>
      </w:r>
    </w:p>
    <w:p w14:paraId="0414E88D" w14:textId="2AA8B1CF" w:rsidR="0035531B" w:rsidRPr="00DE3257" w:rsidRDefault="00FD39DE" w:rsidP="00FD39DE">
      <w:pPr>
        <w:pStyle w:val="Text1-1"/>
      </w:pPr>
      <w:r w:rsidRPr="00DE3257">
        <w:t xml:space="preserve">Dodavatel je oprávněn podávat žádosti o vysvětlení zadávací dokumentace prostřednictvím elektronického nástroje E-ZAK na adrese: </w:t>
      </w:r>
      <w:hyperlink r:id="rId15" w:history="1">
        <w:r w:rsidR="00F41AEB" w:rsidRPr="00DE3257">
          <w:rPr>
            <w:rStyle w:val="Hypertextovodkaz"/>
            <w:noProof w:val="0"/>
          </w:rPr>
          <w:t>https://zakazky.spravazeleznic.cz/</w:t>
        </w:r>
      </w:hyperlink>
      <w:r w:rsidRPr="00DE3257">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41AEB" w:rsidRPr="00DE3257">
          <w:rPr>
            <w:rStyle w:val="Hypertextovodkaz"/>
            <w:noProof w:val="0"/>
          </w:rPr>
          <w:t>https://zakazky.spravazeleznic.cz/</w:t>
        </w:r>
      </w:hyperlink>
      <w:r w:rsidRPr="00DE3257">
        <w:t xml:space="preserve">. Písemná žádost musí být zadavateli doručena </w:t>
      </w:r>
      <w:r w:rsidRPr="00DE3257">
        <w:rPr>
          <w:b/>
        </w:rPr>
        <w:t xml:space="preserve">nejpozději </w:t>
      </w:r>
      <w:r w:rsidR="00234DE7" w:rsidRPr="00DE3257">
        <w:rPr>
          <w:b/>
        </w:rPr>
        <w:t>4 pracovní dny</w:t>
      </w:r>
      <w:r w:rsidR="00234DE7" w:rsidRPr="00DE3257">
        <w:t xml:space="preserve"> </w:t>
      </w:r>
      <w:r w:rsidRPr="00DE3257">
        <w:t>před uplynutím lhůty pro podání nabídek</w:t>
      </w:r>
      <w:r w:rsidR="00C30ADB" w:rsidRPr="00DE3257">
        <w:t>, jinak zadavatel není povinen vysvětlení poskytnout</w:t>
      </w:r>
      <w:r w:rsidRPr="00DE3257">
        <w:t xml:space="preserve">. </w:t>
      </w:r>
    </w:p>
    <w:p w14:paraId="312A2278" w14:textId="1C1450B8" w:rsidR="0035531B" w:rsidRPr="00DE3257" w:rsidRDefault="00FD39DE" w:rsidP="00FD39DE">
      <w:pPr>
        <w:pStyle w:val="Text1-1"/>
      </w:pPr>
      <w:r w:rsidRPr="00DE3257">
        <w:t xml:space="preserve">Zadavatel poskytne vysvětlení zadávací dokumentace nejpozději do </w:t>
      </w:r>
      <w:r w:rsidR="00234DE7" w:rsidRPr="00DE3257">
        <w:t xml:space="preserve">2 </w:t>
      </w:r>
      <w:r w:rsidRPr="00DE3257">
        <w:t>pracovních dnů po doručení žádosti podle předchozího odstavce. Pokud zadavatel na žádost o</w:t>
      </w:r>
      <w:r w:rsidRPr="00FD39DE">
        <w:t xml:space="preserve"> vysvětlení, </w:t>
      </w:r>
      <w:r w:rsidRPr="00FD39DE">
        <w:lastRenderedPageBreak/>
        <w:t>která není doručena včas</w:t>
      </w:r>
      <w:r w:rsidRPr="00DE3257">
        <w:t>, vysvětlení poskytne, nemusí dodržet lhůtu uvedenou v předchozí větě</w:t>
      </w:r>
      <w:r w:rsidR="0035531B" w:rsidRPr="00DE3257">
        <w:t>.</w:t>
      </w:r>
      <w:r w:rsidR="00C30ADB" w:rsidRPr="00DE3257">
        <w:t xml:space="preserve"> Vysvětlení zadávací dokumentace může zadavatel poskytnout i bez předchozí žádosti, a to nejméně </w:t>
      </w:r>
      <w:r w:rsidR="00234DE7" w:rsidRPr="00DE3257">
        <w:t xml:space="preserve">2 </w:t>
      </w:r>
      <w:r w:rsidR="00C30ADB" w:rsidRPr="00DE3257">
        <w:t>pracovní dny před uplynutím lhůty pro podání nabídek.</w:t>
      </w:r>
    </w:p>
    <w:p w14:paraId="1AD01600" w14:textId="0D31DBF3" w:rsidR="0035531B" w:rsidRPr="00DE3257" w:rsidRDefault="00FD39DE" w:rsidP="0021641A">
      <w:pPr>
        <w:pStyle w:val="Text1-1"/>
      </w:pPr>
      <w:r w:rsidRPr="00DE3257">
        <w:t xml:space="preserve">Vysvětlení zadávací dokumentace, včetně přesného znění žádosti, zadavatel uveřejní stejným způsobem, jakým uveřejnil výzvu k podání nabídek, tedy na profilu zadavatele: </w:t>
      </w:r>
      <w:hyperlink r:id="rId17" w:history="1">
        <w:r w:rsidR="00F41AEB" w:rsidRPr="00DE3257">
          <w:rPr>
            <w:rStyle w:val="Hypertextovodkaz"/>
            <w:noProof w:val="0"/>
          </w:rPr>
          <w:t>https://zakazky.spravazeleznic.cz/</w:t>
        </w:r>
      </w:hyperlink>
      <w:r w:rsidRPr="00DE3257">
        <w:t>. Vysvětlení je považováno za doručené okamžikem uveřejnění</w:t>
      </w:r>
      <w:r w:rsidR="0035531B" w:rsidRPr="00DE3257">
        <w:t>.</w:t>
      </w:r>
    </w:p>
    <w:p w14:paraId="3BE8C2B6" w14:textId="77777777" w:rsidR="00FD39DE" w:rsidRDefault="00FD39DE" w:rsidP="00FD39DE">
      <w:pPr>
        <w:pStyle w:val="Text1-1"/>
      </w:pPr>
      <w:r w:rsidRPr="00DE3257">
        <w:t>Zadávací dokumentaci může zadavatel změnit nebo doplnit před uplynutím lhůty pro podání nabídek. Změna nebo doplnění zadávací dokumentace</w:t>
      </w:r>
      <w:r w:rsidRPr="00FD39DE">
        <w:t xml:space="preserv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47327172"/>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Pr="00DE3257"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w:t>
      </w:r>
      <w:r w:rsidRPr="00DE3257">
        <w:t>prokázat i obsahově odpovídajícím živnostenským listem,</w:t>
      </w:r>
      <w:r w:rsidR="00845C50" w:rsidRPr="00DE3257">
        <w:t xml:space="preserve"> a </w:t>
      </w:r>
      <w:r w:rsidRPr="00DE3257">
        <w:t>to až do doby vydání prvního výpisu ze živnostenského rejstříku dodavateli. Dodavatel doloží, že má</w:t>
      </w:r>
      <w:r w:rsidR="00BC6D2B" w:rsidRPr="00DE3257">
        <w:t xml:space="preserve"> k </w:t>
      </w:r>
      <w:r w:rsidRPr="00DE3257">
        <w:t xml:space="preserve">dispozici </w:t>
      </w:r>
      <w:r w:rsidR="00C71941" w:rsidRPr="00DE3257">
        <w:t xml:space="preserve">živnostenské </w:t>
      </w:r>
      <w:r w:rsidRPr="00DE3257">
        <w:t>oprávnění</w:t>
      </w:r>
      <w:r w:rsidR="00BC6D2B" w:rsidRPr="00DE3257">
        <w:t xml:space="preserve"> k </w:t>
      </w:r>
      <w:r w:rsidRPr="00DE3257">
        <w:t xml:space="preserve">podnikání pro následující činnosti: </w:t>
      </w:r>
    </w:p>
    <w:p w14:paraId="6C7D0D30" w14:textId="343B69A6" w:rsidR="0035531B" w:rsidRPr="00DE3257" w:rsidRDefault="0035531B" w:rsidP="006F4014">
      <w:pPr>
        <w:pStyle w:val="Odrka1-2-"/>
        <w:spacing w:before="240" w:after="0"/>
      </w:pPr>
      <w:r w:rsidRPr="00DE3257">
        <w:t>Provádění staveb, jejich změn</w:t>
      </w:r>
      <w:r w:rsidR="00845C50" w:rsidRPr="00DE3257">
        <w:t xml:space="preserve"> a </w:t>
      </w:r>
      <w:r w:rsidR="00ED2405" w:rsidRPr="00DE3257">
        <w:t>odstraňování</w:t>
      </w:r>
    </w:p>
    <w:p w14:paraId="146FDF41" w14:textId="002C89D4" w:rsidR="0084491A" w:rsidRPr="00DE3257" w:rsidRDefault="0084491A" w:rsidP="008F7209">
      <w:pPr>
        <w:pStyle w:val="Odrka1-2-"/>
        <w:spacing w:after="0"/>
      </w:pPr>
      <w:r w:rsidRPr="00DE3257">
        <w:t xml:space="preserve">Revize, prohlídky a zkoušky určených technických </w:t>
      </w:r>
      <w:r w:rsidR="00ED2405" w:rsidRPr="00DE3257">
        <w:t>zařízení v provozu</w:t>
      </w:r>
    </w:p>
    <w:p w14:paraId="39CFBBE0" w14:textId="3357DEB4" w:rsidR="0084491A" w:rsidRPr="00DE3257" w:rsidRDefault="00F26ECE" w:rsidP="0084491A">
      <w:pPr>
        <w:pStyle w:val="Textbezslovn"/>
        <w:ind w:left="1077"/>
      </w:pPr>
      <w:r w:rsidRPr="00DE3257" w:rsidDel="00F26ECE">
        <w:t xml:space="preserve"> </w:t>
      </w:r>
    </w:p>
    <w:p w14:paraId="64AE5DC3" w14:textId="1A4E4222" w:rsidR="0084491A" w:rsidRPr="00DE3257" w:rsidRDefault="0035531B" w:rsidP="0021641A">
      <w:pPr>
        <w:pStyle w:val="Odrka1-1"/>
      </w:pPr>
      <w:r w:rsidRPr="00DE3257">
        <w:t>Odborná způsobilost:</w:t>
      </w:r>
    </w:p>
    <w:p w14:paraId="104FFC93" w14:textId="77777777" w:rsidR="0023206D" w:rsidRPr="00DE3257" w:rsidRDefault="0035531B" w:rsidP="007C6A1C">
      <w:pPr>
        <w:pStyle w:val="Odrka1-2-"/>
      </w:pPr>
      <w:r w:rsidRPr="00DE3257">
        <w:t>Zadavatel požaduje předložení dokladu</w:t>
      </w:r>
      <w:r w:rsidR="00092CC9" w:rsidRPr="00DE3257">
        <w:t xml:space="preserve"> o </w:t>
      </w:r>
      <w:r w:rsidRPr="00DE3257">
        <w:t>autorizaci</w:t>
      </w:r>
      <w:r w:rsidR="00092CC9" w:rsidRPr="00DE3257">
        <w:t xml:space="preserve"> v </w:t>
      </w:r>
      <w:r w:rsidRPr="00DE3257">
        <w:t xml:space="preserve">rozsahu dle § 5 odst. 3 písm. </w:t>
      </w:r>
    </w:p>
    <w:p w14:paraId="0D7AFCBF" w14:textId="457A7371" w:rsidR="0023206D" w:rsidRPr="00DE3257" w:rsidRDefault="0023206D" w:rsidP="0021641A">
      <w:pPr>
        <w:pStyle w:val="Odrka1-2-"/>
        <w:numPr>
          <w:ilvl w:val="0"/>
          <w:numId w:val="0"/>
        </w:numPr>
        <w:ind w:left="1531"/>
      </w:pPr>
      <w:r w:rsidRPr="00DE3257">
        <w:rPr>
          <w:b/>
        </w:rPr>
        <w:t>a)</w:t>
      </w:r>
      <w:r w:rsidRPr="00DE3257">
        <w:t xml:space="preserve"> pozemní stavby</w:t>
      </w:r>
    </w:p>
    <w:p w14:paraId="58A80114" w14:textId="1F604AA9" w:rsidR="00FD7287" w:rsidRDefault="0035531B" w:rsidP="0021641A">
      <w:pPr>
        <w:pStyle w:val="Odrka1-2-"/>
        <w:numPr>
          <w:ilvl w:val="0"/>
          <w:numId w:val="0"/>
        </w:numPr>
        <w:ind w:left="1531"/>
      </w:pPr>
      <w:r w:rsidRPr="00DE3257">
        <w:t>zákona č. 360/1992 Sb.,</w:t>
      </w:r>
      <w:r w:rsidR="00092CC9" w:rsidRPr="00DE3257">
        <w:t xml:space="preserve"> o </w:t>
      </w:r>
      <w:r w:rsidRPr="00DE3257">
        <w:t>výkonu povolání autorizovaných architektů</w:t>
      </w:r>
      <w:r w:rsidR="00845C50" w:rsidRPr="00DE3257">
        <w:t xml:space="preserve"> a</w:t>
      </w:r>
      <w:r w:rsidR="00092CC9" w:rsidRPr="00DE3257">
        <w:t xml:space="preserve"> o </w:t>
      </w:r>
      <w:r w:rsidRPr="00DE3257">
        <w:t>výkonu povolání autorizovaných inženýrů</w:t>
      </w:r>
      <w:r w:rsidR="00845C50" w:rsidRPr="00DE3257">
        <w:t xml:space="preserve"> a </w:t>
      </w:r>
      <w:r w:rsidRPr="00DE3257">
        <w:t>techniků činných</w:t>
      </w:r>
      <w:r>
        <w:t xml:space="preserve">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7305501A" w14:textId="77777777" w:rsidR="0021641A" w:rsidRPr="00216F62" w:rsidRDefault="0021641A" w:rsidP="0021641A">
      <w:pPr>
        <w:pStyle w:val="Textbezslovn"/>
      </w:pPr>
      <w:r>
        <w:t xml:space="preserve">Zadavatel požaduje předložení </w:t>
      </w:r>
      <w:r w:rsidRPr="009E7C45">
        <w:rPr>
          <w:b/>
        </w:rPr>
        <w:t>seznamu</w:t>
      </w:r>
      <w:r>
        <w:t xml:space="preserve"> stavebních prací spočívajících v provedení novostavby, rekonstrukce nebo opravy na </w:t>
      </w:r>
      <w:r w:rsidRPr="009E7C45">
        <w:rPr>
          <w:b/>
        </w:rPr>
        <w:t>pozemních</w:t>
      </w:r>
      <w:r>
        <w:t xml:space="preserve"> </w:t>
      </w:r>
      <w:r w:rsidRPr="009E7C45">
        <w:rPr>
          <w:b/>
        </w:rPr>
        <w:t>stavbách</w:t>
      </w:r>
      <w:r>
        <w:t xml:space="preserve"> </w:t>
      </w:r>
      <w:r w:rsidRPr="00CB37BD">
        <w:rPr>
          <w:rFonts w:ascii="Verdana" w:eastAsia="Verdana" w:hAnsi="Verdana" w:cs="Times New Roman"/>
          <w:color w:val="000000"/>
        </w:rPr>
        <w:t xml:space="preserve">ve smyslu </w:t>
      </w:r>
      <w:proofErr w:type="spellStart"/>
      <w:r w:rsidRPr="00CB37BD">
        <w:rPr>
          <w:rFonts w:ascii="Verdana" w:eastAsia="Verdana" w:hAnsi="Verdana" w:cs="Times New Roman"/>
          <w:color w:val="000000"/>
        </w:rPr>
        <w:t>ust</w:t>
      </w:r>
      <w:proofErr w:type="spellEnd"/>
      <w:r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Pr="002841D4">
        <w:rPr>
          <w:rFonts w:ascii="Verdana" w:eastAsia="Verdana" w:hAnsi="Verdana" w:cs="Times New Roman"/>
          <w:color w:val="000000"/>
        </w:rPr>
        <w:t xml:space="preserve"> </w:t>
      </w:r>
      <w:r w:rsidRPr="002841D4">
        <w:t>(dále jen „autorizační zákon“),</w:t>
      </w:r>
      <w:r>
        <w:t xml:space="preserve"> </w:t>
      </w:r>
      <w:r w:rsidRPr="00CB37BD">
        <w:rPr>
          <w:rFonts w:ascii="Verdana" w:eastAsia="Verdana" w:hAnsi="Verdana" w:cs="Times New Roman"/>
          <w:color w:val="000000"/>
        </w:rPr>
        <w:t xml:space="preserve">a to </w:t>
      </w:r>
      <w:r w:rsidRPr="00CB37BD">
        <w:rPr>
          <w:rFonts w:ascii="Verdana" w:eastAsia="Verdana" w:hAnsi="Verdana" w:cs="Times New Roman"/>
          <w:b/>
          <w:bCs/>
          <w:color w:val="000000"/>
        </w:rPr>
        <w:t>s </w:t>
      </w:r>
      <w:proofErr w:type="gramStart"/>
      <w:r w:rsidRPr="00CB37BD">
        <w:rPr>
          <w:rFonts w:ascii="Verdana" w:eastAsia="Verdana" w:hAnsi="Verdana" w:cs="Times New Roman"/>
          <w:b/>
          <w:bCs/>
          <w:color w:val="000000"/>
        </w:rPr>
        <w:t>výjimkou</w:t>
      </w:r>
      <w:r w:rsidRPr="00CB37BD">
        <w:rPr>
          <w:rFonts w:ascii="Verdana" w:eastAsia="Verdana" w:hAnsi="Verdana" w:cs="Times New Roman"/>
          <w:color w:val="000000"/>
        </w:rPr>
        <w:t xml:space="preserve">  budov</w:t>
      </w:r>
      <w:proofErr w:type="gramEnd"/>
      <w:r w:rsidRPr="00CB37BD">
        <w:rPr>
          <w:rFonts w:ascii="Verdana" w:eastAsia="Verdana" w:hAnsi="Verdana" w:cs="Times New Roman"/>
          <w:color w:val="000000"/>
        </w:rPr>
        <w:t xml:space="preserve"> a hal pro výrobu</w:t>
      </w:r>
      <w:r>
        <w:rPr>
          <w:rFonts w:ascii="Verdana" w:eastAsia="Verdana" w:hAnsi="Verdana" w:cs="Times New Roman"/>
          <w:color w:val="000000"/>
        </w:rPr>
        <w:t>,</w:t>
      </w:r>
      <w:r w:rsidRPr="00CB37BD">
        <w:rPr>
          <w:rFonts w:ascii="Verdana" w:eastAsia="Verdana" w:hAnsi="Verdana" w:cs="Times New Roman"/>
          <w:color w:val="000000"/>
        </w:rPr>
        <w:t xml:space="preserve"> staveb </w:t>
      </w:r>
      <w:r w:rsidRPr="00216F62">
        <w:rPr>
          <w:rFonts w:ascii="Verdana" w:eastAsia="Verdana" w:hAnsi="Verdana" w:cs="Times New Roman"/>
          <w:color w:val="000000"/>
        </w:rPr>
        <w:t xml:space="preserve">pro zemědělství, skladování a staveb průmyslových, </w:t>
      </w:r>
      <w:r w:rsidRPr="00216F62">
        <w:t>poskytnutých dodavatelem</w:t>
      </w:r>
      <w:r w:rsidRPr="00216F62">
        <w:rPr>
          <w:rFonts w:ascii="Verdana" w:eastAsia="Verdana" w:hAnsi="Verdana" w:cs="Times New Roman"/>
          <w:color w:val="000000"/>
        </w:rPr>
        <w:t xml:space="preserve"> </w:t>
      </w:r>
      <w:r w:rsidRPr="00216F62">
        <w:t>za posledních 5 let před zahájením výběrového řízení (dále jako „</w:t>
      </w:r>
      <w:r w:rsidRPr="00216F62">
        <w:rPr>
          <w:b/>
        </w:rPr>
        <w:t>stavební práce</w:t>
      </w:r>
      <w:r w:rsidRPr="00216F62">
        <w:t xml:space="preserve">“). </w:t>
      </w:r>
    </w:p>
    <w:p w14:paraId="2DDEFD71" w14:textId="77777777" w:rsidR="0021641A" w:rsidRPr="00216F62" w:rsidRDefault="0021641A" w:rsidP="0021641A">
      <w:pPr>
        <w:pStyle w:val="Textbezslovn"/>
      </w:pPr>
      <w:r w:rsidRPr="00216F62">
        <w:t xml:space="preserve">Zadavatel požaduje, aby dodavatel předložil i </w:t>
      </w:r>
      <w:r w:rsidRPr="00216F62">
        <w:rPr>
          <w:b/>
        </w:rPr>
        <w:t>osvědčení objednatelů</w:t>
      </w:r>
      <w:r w:rsidRPr="00216F62">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216F62">
        <w:lastRenderedPageBreak/>
        <w:t>dodavatel v posledních 5 letech před zahájením výběrového řízení řádně poskytl a dokončil:</w:t>
      </w:r>
    </w:p>
    <w:p w14:paraId="5EADA59A" w14:textId="77777777" w:rsidR="0021641A" w:rsidRDefault="0021641A" w:rsidP="0021641A">
      <w:pPr>
        <w:pStyle w:val="Textbezslovn"/>
        <w:numPr>
          <w:ilvl w:val="0"/>
          <w:numId w:val="16"/>
        </w:numPr>
      </w:pPr>
      <w:r w:rsidRPr="00216F62">
        <w:t xml:space="preserve">alespoň </w:t>
      </w:r>
      <w:r w:rsidRPr="00216F62">
        <w:rPr>
          <w:b/>
        </w:rPr>
        <w:t>dvě</w:t>
      </w:r>
      <w:r w:rsidRPr="00216F62">
        <w:t xml:space="preserve"> stavební práce spočívající v provedení novostavby, rekonstrukce nebo opravy na výše uvedených pozemních</w:t>
      </w:r>
      <w:r>
        <w:t xml:space="preserve"> stavbách:</w:t>
      </w:r>
    </w:p>
    <w:p w14:paraId="46B6DEB6" w14:textId="77777777" w:rsidR="0021641A" w:rsidRPr="00DE3257" w:rsidRDefault="0021641A" w:rsidP="0021641A">
      <w:pPr>
        <w:pStyle w:val="Odrka1-2-"/>
      </w:pPr>
      <w:r>
        <w:t xml:space="preserve">u nichž </w:t>
      </w:r>
      <w:r w:rsidRPr="00DE3257">
        <w:rPr>
          <w:b/>
        </w:rPr>
        <w:t>hodnota</w:t>
      </w:r>
      <w:r w:rsidRPr="00DE3257">
        <w:t xml:space="preserve"> </w:t>
      </w:r>
      <w:r w:rsidRPr="00DE3257">
        <w:rPr>
          <w:b/>
        </w:rPr>
        <w:t>každé jednotlivé</w:t>
      </w:r>
      <w:r w:rsidRPr="00DE3257">
        <w:t xml:space="preserve"> stavební práce, včetně případných poddodávek, musí dosahovat alespoň </w:t>
      </w:r>
      <w:r w:rsidRPr="00DE3257">
        <w:rPr>
          <w:b/>
          <w:bCs/>
        </w:rPr>
        <w:t>1 100 000,-</w:t>
      </w:r>
      <w:r w:rsidRPr="00DE3257">
        <w:t xml:space="preserve"> </w:t>
      </w:r>
      <w:r w:rsidRPr="00DE3257">
        <w:rPr>
          <w:b/>
        </w:rPr>
        <w:t>Kč</w:t>
      </w:r>
      <w:r w:rsidRPr="00DE3257">
        <w:t xml:space="preserve"> bez DPH, (částka Kč se vztahuje k hodnotě novostavby, rekonstrukce nebo opravy požadované pozemní stavby),</w:t>
      </w:r>
    </w:p>
    <w:p w14:paraId="708AB6D1" w14:textId="77777777" w:rsidR="0021641A" w:rsidRPr="00DE3257" w:rsidRDefault="0021641A" w:rsidP="0021641A">
      <w:pPr>
        <w:pStyle w:val="Textbezslovn"/>
        <w:ind w:left="1077"/>
      </w:pPr>
      <w:r w:rsidRPr="00DE3257">
        <w:t xml:space="preserve">přičemž: </w:t>
      </w:r>
    </w:p>
    <w:p w14:paraId="787D3746" w14:textId="149473CD" w:rsidR="002A5411" w:rsidRPr="00DE3257" w:rsidRDefault="0021641A" w:rsidP="0021641A">
      <w:pPr>
        <w:pStyle w:val="Odrka1-2-"/>
      </w:pPr>
      <w:r w:rsidRPr="00DE3257">
        <w:rPr>
          <w:rFonts w:ascii="Verdana" w:eastAsia="Verdana" w:hAnsi="Verdana" w:cs="Times New Roman"/>
          <w:color w:val="000000"/>
        </w:rPr>
        <w:t xml:space="preserve">předmět plnění alespoň </w:t>
      </w:r>
      <w:r w:rsidRPr="00DE3257">
        <w:rPr>
          <w:rFonts w:ascii="Verdana" w:eastAsia="Verdana" w:hAnsi="Verdana" w:cs="Times New Roman"/>
          <w:b/>
          <w:color w:val="000000"/>
        </w:rPr>
        <w:t xml:space="preserve">jedné </w:t>
      </w:r>
      <w:r w:rsidRPr="00DE3257">
        <w:rPr>
          <w:rFonts w:ascii="Verdana" w:eastAsia="Verdana" w:hAnsi="Verdana" w:cs="Times New Roman"/>
          <w:color w:val="000000"/>
        </w:rPr>
        <w:t>stavební práce musí zahrnovat instalaci tepelného čerpadla vč. provedení nového topného systému, popř. příslušných úprav stávajícího topného systému</w:t>
      </w:r>
      <w:r w:rsidRPr="00DE3257">
        <w:t>.</w:t>
      </w:r>
    </w:p>
    <w:p w14:paraId="76BE6526" w14:textId="77777777" w:rsidR="002A5411" w:rsidRPr="00DE3257" w:rsidRDefault="002A5411" w:rsidP="002A5411">
      <w:pPr>
        <w:pStyle w:val="Textbezslovn"/>
      </w:pPr>
      <w:r w:rsidRPr="00DE3257">
        <w:t xml:space="preserve">Hodnotou stavebních prací se </w:t>
      </w:r>
      <w:r w:rsidRPr="00DE3257">
        <w:rPr>
          <w:rFonts w:cs="Arial"/>
          <w:iCs/>
        </w:rPr>
        <w:t>pro účely posouzení splnění kritérií technické kvalifikace</w:t>
      </w:r>
      <w:r w:rsidRPr="00DE3257">
        <w:t xml:space="preserve"> rozumí cena, za kterou dodavatel provedl předmětné stavební práce; tato cena nebude upravována o míru inflace tak, aby odpovídala současným hodnotám stavebních prací.</w:t>
      </w:r>
    </w:p>
    <w:p w14:paraId="226492C9" w14:textId="77777777" w:rsidR="005C2309" w:rsidRPr="00DE3257" w:rsidRDefault="005C2309" w:rsidP="005C2309">
      <w:pPr>
        <w:pStyle w:val="Textbezslovn"/>
      </w:pPr>
      <w:r w:rsidRPr="00DE3257">
        <w:rPr>
          <w:rFonts w:cs="Arial"/>
          <w:iCs/>
        </w:rPr>
        <w:t xml:space="preserve">Pro vyloučení pochybností zadavatel upřesňuje, že rekonstrukcí se pro účely posouzení splnění kritérií technické kvalifikace rozumí </w:t>
      </w:r>
      <w:r w:rsidRPr="00DE3257">
        <w:t xml:space="preserve">též modernizace nebo jiná změna dokončené stavby ve smyslu zákona č. 183/2006 Sb., o územním plánování a stavebním řádu (stavební zákon), ve znění pozdějších předpisů (dále jen „stavební zákon“). </w:t>
      </w:r>
    </w:p>
    <w:p w14:paraId="075FF154" w14:textId="2E2274F4" w:rsidR="005C2309" w:rsidRDefault="005C2309" w:rsidP="005C2309">
      <w:pPr>
        <w:pStyle w:val="Textbezslovn"/>
      </w:pPr>
      <w:r w:rsidRPr="00DE3257">
        <w:t>Opravou se rozumí činnost a zásahy do majetku (stavební</w:t>
      </w:r>
      <w:r>
        <w:t xml:space="preserve">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Pr="0021641A"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F95A2C">
        <w:lastRenderedPageBreak/>
        <w:t xml:space="preserve">musí obsahovat údaj o tom, zda byly tyto stavební práce provedeny řádně. V předloženém osvědčení musí být vždy uvedeny identifikační údaje dodavatele, jemuž bylo osvědčení </w:t>
      </w:r>
      <w:r w:rsidRPr="0021641A">
        <w:t>vydáno, resp. dodavatele, který stavební práce provedl. Seznam i osvědčení musí být předloženy i v případě, že byla objednatelem Správa železni</w:t>
      </w:r>
      <w:r w:rsidR="00686179" w:rsidRPr="0021641A">
        <w:t>c</w:t>
      </w:r>
      <w:r w:rsidRPr="0021641A">
        <w:t>, státní organizace</w:t>
      </w:r>
      <w:r w:rsidR="0035531B" w:rsidRPr="0021641A">
        <w:t>.</w:t>
      </w:r>
    </w:p>
    <w:p w14:paraId="21584BF7" w14:textId="77777777" w:rsidR="00AF4A09" w:rsidRPr="0021641A" w:rsidRDefault="00AF4A09" w:rsidP="002C04EE">
      <w:pPr>
        <w:pStyle w:val="Textbezslovn"/>
      </w:pPr>
      <w:r w:rsidRPr="0021641A">
        <w:t xml:space="preserve">Doba </w:t>
      </w:r>
      <w:r w:rsidR="00C609F0" w:rsidRPr="0021641A">
        <w:t xml:space="preserve">posledních </w:t>
      </w:r>
      <w:r w:rsidRPr="0021641A">
        <w:t xml:space="preserve">5 let </w:t>
      </w:r>
      <w:r w:rsidR="00C609F0" w:rsidRPr="0021641A">
        <w:t xml:space="preserve">před zahájením výběrového řízení </w:t>
      </w:r>
      <w:r w:rsidRPr="0021641A">
        <w:t xml:space="preserve">se </w:t>
      </w:r>
      <w:r w:rsidR="00C609F0" w:rsidRPr="0021641A">
        <w:t xml:space="preserve">pro účely prokázání technické kvalifikace ohledně referenčních zakázek </w:t>
      </w:r>
      <w:r w:rsidRPr="0021641A">
        <w:t xml:space="preserve">považuje za splněnou, pokud byly stavební práce </w:t>
      </w:r>
      <w:r w:rsidR="00C609F0" w:rsidRPr="0021641A">
        <w:t xml:space="preserve">dokončeny </w:t>
      </w:r>
      <w:r w:rsidRPr="0021641A">
        <w:t>v průběhu této doby</w:t>
      </w:r>
      <w:r w:rsidR="00C609F0" w:rsidRPr="0021641A">
        <w:t xml:space="preserve"> nebo kdykoli po zahájení výběrového řízení, včetně doby po podání nabídek, a to nejpozději do doby zadavatelem případně stanovené k předložení údajů a dokladů dle bodu 16.3 této Výzvy. P</w:t>
      </w:r>
      <w:r w:rsidRPr="0021641A">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Pr="0021641A" w:rsidRDefault="00AF4A09" w:rsidP="002C04EE">
      <w:pPr>
        <w:pStyle w:val="Textbezslovn"/>
      </w:pPr>
      <w:r w:rsidRPr="0021641A">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31DA6B97" w14:textId="77777777" w:rsidR="00AF4A09" w:rsidRDefault="00AF4A09" w:rsidP="00AF4A09">
      <w:pPr>
        <w:pStyle w:val="Textbezslovn"/>
      </w:pPr>
      <w:r w:rsidRPr="0021641A">
        <w:t xml:space="preserve">Dodavatel může použít k prokázání splnění kritéria kvalifikace týkajícího se požadavku na předložení seznamu referenčních zakázek </w:t>
      </w:r>
      <w:r w:rsidR="0007139B" w:rsidRPr="0021641A">
        <w:t xml:space="preserve">či osvědčení </w:t>
      </w:r>
      <w:r w:rsidRPr="0021641A">
        <w:t>i takové stavební práce, které</w:t>
      </w:r>
      <w:r>
        <w:t xml:space="preserve">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w:t>
      </w:r>
      <w:r>
        <w:lastRenderedPageBreak/>
        <w:t>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31C4B16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5D7D4B53" w14:textId="61D5FA54" w:rsidR="00AF4A09" w:rsidRDefault="00AF4A09" w:rsidP="00AF4A09">
      <w:pPr>
        <w:pStyle w:val="Textbezslovn"/>
      </w:pPr>
    </w:p>
    <w:p w14:paraId="4FC2F60E" w14:textId="77777777" w:rsidR="0021641A" w:rsidRPr="0021641A" w:rsidRDefault="0021641A" w:rsidP="0021641A">
      <w:pPr>
        <w:numPr>
          <w:ilvl w:val="0"/>
          <w:numId w:val="11"/>
        </w:numPr>
        <w:spacing w:after="120"/>
        <w:jc w:val="both"/>
        <w:rPr>
          <w:b/>
        </w:rPr>
      </w:pPr>
      <w:r w:rsidRPr="0021641A">
        <w:rPr>
          <w:b/>
        </w:rPr>
        <w:t>stavbyvedoucí</w:t>
      </w:r>
    </w:p>
    <w:p w14:paraId="05665D24" w14:textId="77777777" w:rsidR="0021641A" w:rsidRPr="0021641A" w:rsidRDefault="0021641A" w:rsidP="0021641A">
      <w:pPr>
        <w:numPr>
          <w:ilvl w:val="1"/>
          <w:numId w:val="8"/>
        </w:numPr>
        <w:spacing w:after="60"/>
        <w:jc w:val="both"/>
      </w:pPr>
      <w:r w:rsidRPr="0021641A">
        <w:t xml:space="preserve">nejméně 5 let praxe v řízení provádění pozemních staveb; </w:t>
      </w:r>
    </w:p>
    <w:p w14:paraId="430FF0B1" w14:textId="77777777" w:rsidR="0021641A" w:rsidRPr="0021641A" w:rsidRDefault="0021641A" w:rsidP="0021641A">
      <w:pPr>
        <w:numPr>
          <w:ilvl w:val="1"/>
          <w:numId w:val="8"/>
        </w:numPr>
        <w:spacing w:after="60"/>
        <w:jc w:val="both"/>
      </w:pPr>
      <w:r w:rsidRPr="0021641A">
        <w:t xml:space="preserve">zkušenost s řízením realizace alespoň jedné zakázky na stavební práce, jež zahrnovala novostavbu, rekonstrukci nebo opravu pozemní stavby ve smyslu </w:t>
      </w:r>
      <w:proofErr w:type="spellStart"/>
      <w:r w:rsidRPr="0021641A">
        <w:t>ust</w:t>
      </w:r>
      <w:proofErr w:type="spellEnd"/>
      <w:r w:rsidRPr="0021641A">
        <w:t>. § 5 odst. 3 písm. a) autorizačního zákona, s </w:t>
      </w:r>
      <w:proofErr w:type="gramStart"/>
      <w:r w:rsidRPr="0021641A">
        <w:t>výjimkou  budov</w:t>
      </w:r>
      <w:proofErr w:type="gramEnd"/>
      <w:r w:rsidRPr="0021641A">
        <w:t xml:space="preserve"> a hal pro výrobu, staveb pro zemědělství, skladování a staveb průmyslových, v hodnotě nejméně </w:t>
      </w:r>
      <w:r w:rsidRPr="0021641A">
        <w:rPr>
          <w:b/>
          <w:bCs/>
        </w:rPr>
        <w:t>1,1</w:t>
      </w:r>
      <w:r w:rsidRPr="0021641A">
        <w:t xml:space="preserve"> </w:t>
      </w:r>
      <w:r w:rsidRPr="0021641A">
        <w:rPr>
          <w:b/>
        </w:rPr>
        <w:t>mil. Kč</w:t>
      </w:r>
      <w:r w:rsidRPr="0021641A">
        <w:t xml:space="preserve"> bez DPH, (částka Kč se vztahuje k hodnotě novostavby, rekonstrukce nebo opravy požadované pozemní stavby), a to v posledních 10 letech před zahájením výběrového řízení;</w:t>
      </w:r>
    </w:p>
    <w:p w14:paraId="55917C22" w14:textId="77777777" w:rsidR="0021641A" w:rsidRPr="0021641A" w:rsidRDefault="0021641A" w:rsidP="0021641A">
      <w:pPr>
        <w:numPr>
          <w:ilvl w:val="1"/>
          <w:numId w:val="8"/>
        </w:numPr>
        <w:spacing w:after="60"/>
        <w:jc w:val="both"/>
      </w:pPr>
      <w:r w:rsidRPr="0021641A">
        <w:t>musí předložit doklad o autorizaci v rozsahu dle § 5 odst. 3 písm. a) autorizačního zákona, tedy v oboru pozemní stavby;</w:t>
      </w:r>
    </w:p>
    <w:p w14:paraId="49540948" w14:textId="77777777" w:rsidR="0021641A" w:rsidRPr="0021641A" w:rsidRDefault="0021641A" w:rsidP="0021641A">
      <w:pPr>
        <w:numPr>
          <w:ilvl w:val="0"/>
          <w:numId w:val="11"/>
        </w:numPr>
        <w:spacing w:after="120"/>
        <w:jc w:val="both"/>
        <w:rPr>
          <w:b/>
        </w:rPr>
      </w:pPr>
      <w:r w:rsidRPr="0021641A">
        <w:rPr>
          <w:b/>
        </w:rPr>
        <w:t xml:space="preserve">specialista (vedoucí prací) na pozemní </w:t>
      </w:r>
      <w:proofErr w:type="gramStart"/>
      <w:r w:rsidRPr="0021641A">
        <w:rPr>
          <w:b/>
        </w:rPr>
        <w:t>stavby - zástupce</w:t>
      </w:r>
      <w:proofErr w:type="gramEnd"/>
      <w:r w:rsidRPr="0021641A">
        <w:rPr>
          <w:b/>
        </w:rPr>
        <w:t xml:space="preserve"> stavbyvedoucího</w:t>
      </w:r>
    </w:p>
    <w:p w14:paraId="37F4DC55" w14:textId="77777777" w:rsidR="0021641A" w:rsidRPr="0021641A" w:rsidRDefault="0021641A" w:rsidP="0021641A">
      <w:pPr>
        <w:numPr>
          <w:ilvl w:val="1"/>
          <w:numId w:val="8"/>
        </w:numPr>
        <w:spacing w:after="60"/>
        <w:jc w:val="both"/>
      </w:pPr>
      <w:r w:rsidRPr="0021641A">
        <w:t>nejméně 5 let praxe v oboru své specializace (pozemní stavby) při provádění staveb;</w:t>
      </w:r>
    </w:p>
    <w:p w14:paraId="22C9B6E4" w14:textId="77777777" w:rsidR="0021641A" w:rsidRPr="00DE3257" w:rsidRDefault="0021641A" w:rsidP="0021641A">
      <w:pPr>
        <w:pStyle w:val="Odrka1-2-"/>
      </w:pPr>
      <w:r w:rsidRPr="0021641A">
        <w:t xml:space="preserve">zkušenost s realizací alespoň jedné zakázky na stavební práce, jež zahrnovala novostavbu, rekonstrukci nebo opravu pozemní stavby ve smyslu </w:t>
      </w:r>
      <w:proofErr w:type="spellStart"/>
      <w:r w:rsidRPr="0021641A">
        <w:t>ust</w:t>
      </w:r>
      <w:proofErr w:type="spellEnd"/>
      <w:r w:rsidRPr="0021641A">
        <w:t xml:space="preserve">. § 5 odst. 3 písm. a) autorizačního zákona, s výjimkou budov a hal pro výrobu, staveb pro zemědělství, skladování a staveb průmyslových, v hodnotě nejméně </w:t>
      </w:r>
      <w:r w:rsidRPr="0021641A">
        <w:rPr>
          <w:b/>
          <w:bCs/>
        </w:rPr>
        <w:t>1,1</w:t>
      </w:r>
      <w:r w:rsidRPr="0021641A">
        <w:t xml:space="preserve"> </w:t>
      </w:r>
      <w:r w:rsidRPr="0021641A">
        <w:rPr>
          <w:b/>
        </w:rPr>
        <w:t>mil. Kč</w:t>
      </w:r>
      <w:r w:rsidRPr="0021641A">
        <w:t xml:space="preserve"> bez DPH, (částka Kč se vztahuje k hodnotě novostavby, rekonstrukce nebo opravy </w:t>
      </w:r>
      <w:r w:rsidRPr="00DE3257">
        <w:t>požadované pozemní stavby), a to v posledních 10 letech před zahájením výběrového řízení;</w:t>
      </w:r>
    </w:p>
    <w:p w14:paraId="420E4D03" w14:textId="2F7A1C73" w:rsidR="005004DA" w:rsidRPr="00DE3257" w:rsidRDefault="005004DA" w:rsidP="0021641A">
      <w:pPr>
        <w:pStyle w:val="Odrka1-2-"/>
        <w:numPr>
          <w:ilvl w:val="0"/>
          <w:numId w:val="0"/>
        </w:numPr>
        <w:ind w:left="1531" w:hanging="454"/>
      </w:pPr>
    </w:p>
    <w:p w14:paraId="5A33B4A8" w14:textId="77777777" w:rsidR="00EE2244" w:rsidRPr="00DE3257" w:rsidRDefault="00EE2244" w:rsidP="00EE2244">
      <w:pPr>
        <w:pStyle w:val="Odrka1-2-"/>
        <w:numPr>
          <w:ilvl w:val="0"/>
          <w:numId w:val="0"/>
        </w:numPr>
        <w:ind w:left="1531"/>
      </w:pPr>
    </w:p>
    <w:p w14:paraId="0CA68865" w14:textId="3C12AF36" w:rsidR="005004DA" w:rsidRPr="00DE3257" w:rsidRDefault="005004DA" w:rsidP="008B2021">
      <w:pPr>
        <w:pStyle w:val="Textbezslovn"/>
        <w:rPr>
          <w:rStyle w:val="Tun9b"/>
          <w:b w:val="0"/>
        </w:rPr>
      </w:pPr>
      <w:r w:rsidRPr="00DE3257">
        <w:rPr>
          <w:rStyle w:val="Tun9b"/>
        </w:rPr>
        <w:lastRenderedPageBreak/>
        <w:t>Další požadavky týkající se způsobilosti dodavatele podle</w:t>
      </w:r>
      <w:r w:rsidRPr="00DE3257">
        <w:rPr>
          <w:rStyle w:val="Tun9b"/>
          <w:b w:val="0"/>
        </w:rPr>
        <w:t xml:space="preserve"> </w:t>
      </w:r>
      <w:r w:rsidRPr="00DE3257">
        <w:rPr>
          <w:b/>
        </w:rPr>
        <w:t xml:space="preserve">předpisu SŽDC Zam1 – Předpis o odborné způsobilosti a znalosti osob při provozování dráhy a drážní dopravy, v platném znění, jsou pro </w:t>
      </w:r>
      <w:r w:rsidR="006E277F" w:rsidRPr="00DE3257">
        <w:rPr>
          <w:b/>
        </w:rPr>
        <w:t>některé členy odborného personálu dodavatele uvedeny v čl. 8.6 této Výzvy</w:t>
      </w:r>
      <w:r w:rsidR="0021641A" w:rsidRPr="00DE3257">
        <w:rPr>
          <w:b/>
        </w:rPr>
        <w:t>.</w:t>
      </w:r>
    </w:p>
    <w:p w14:paraId="6BCB4BBA" w14:textId="77777777" w:rsidR="0035531B" w:rsidRPr="00DE3257" w:rsidRDefault="0035531B" w:rsidP="008B2021">
      <w:pPr>
        <w:pStyle w:val="Textbezslovn"/>
      </w:pPr>
      <w:r w:rsidRPr="00DE3257">
        <w:rPr>
          <w:rStyle w:val="Tun9b"/>
        </w:rPr>
        <w:t>Zkušeností</w:t>
      </w:r>
      <w:r w:rsidR="00845C50" w:rsidRPr="00DE3257">
        <w:rPr>
          <w:rStyle w:val="Tun9b"/>
        </w:rPr>
        <w:t xml:space="preserve"> s </w:t>
      </w:r>
      <w:r w:rsidRPr="00DE3257">
        <w:rPr>
          <w:rStyle w:val="Tun9b"/>
        </w:rPr>
        <w:t>řízením realizace</w:t>
      </w:r>
      <w:r w:rsidRPr="00DE3257">
        <w:t xml:space="preserve"> stavby nebo </w:t>
      </w:r>
      <w:r w:rsidRPr="00DE3257">
        <w:rPr>
          <w:rStyle w:val="Tun9b"/>
        </w:rPr>
        <w:t>praxí</w:t>
      </w:r>
      <w:r w:rsidR="00092CC9" w:rsidRPr="00DE3257">
        <w:rPr>
          <w:rStyle w:val="Tun9b"/>
        </w:rPr>
        <w:t xml:space="preserve"> v </w:t>
      </w:r>
      <w:r w:rsidRPr="00DE3257">
        <w:rPr>
          <w:rStyle w:val="Tun9b"/>
        </w:rPr>
        <w:t>řízení</w:t>
      </w:r>
      <w:r w:rsidRPr="00DE3257">
        <w:t xml:space="preserve"> provádění staveb se</w:t>
      </w:r>
      <w:r w:rsidR="00BB4AF2" w:rsidRPr="00DE3257">
        <w:t xml:space="preserve"> u </w:t>
      </w:r>
      <w:r w:rsidRPr="00DE3257">
        <w:t>příslušných členů odborného personálu,</w:t>
      </w:r>
      <w:r w:rsidR="00BB4AF2" w:rsidRPr="00DE3257">
        <w:t xml:space="preserve"> u </w:t>
      </w:r>
      <w:r w:rsidRPr="00DE3257">
        <w:t>kterých je tato zkušenost nebo praxe požadována, rozumí činnost spočívající</w:t>
      </w:r>
      <w:r w:rsidR="00092CC9" w:rsidRPr="00DE3257">
        <w:t xml:space="preserve"> v </w:t>
      </w:r>
      <w:r w:rsidRPr="00DE3257">
        <w:t>řízení provádění stavby</w:t>
      </w:r>
      <w:r w:rsidR="00092CC9" w:rsidRPr="00DE3257">
        <w:t xml:space="preserve"> v </w:t>
      </w:r>
      <w:r w:rsidRPr="00DE3257">
        <w:t>pozici zhotovitele ve funkci stavbyvedoucího nebo zástupce stavbyvedoucího nebo</w:t>
      </w:r>
      <w:r w:rsidR="00092CC9" w:rsidRPr="00DE3257">
        <w:t xml:space="preserve"> v </w:t>
      </w:r>
      <w:r w:rsidRPr="00DE3257">
        <w:t>obdobné (případně jinak nazvané) funkci při realizaci staveb</w:t>
      </w:r>
      <w:r w:rsidR="00092CC9" w:rsidRPr="00DE3257">
        <w:t xml:space="preserve"> v </w:t>
      </w:r>
      <w:r w:rsidRPr="00DE3257">
        <w:t>zahraničním prostředí, jež je</w:t>
      </w:r>
      <w:r w:rsidR="0060115D" w:rsidRPr="00DE3257">
        <w:t xml:space="preserve"> z </w:t>
      </w:r>
      <w:r w:rsidRPr="00DE3257">
        <w:t>hlediska věcné náplně práce</w:t>
      </w:r>
      <w:r w:rsidR="00845C50" w:rsidRPr="00DE3257">
        <w:t xml:space="preserve"> a </w:t>
      </w:r>
      <w:r w:rsidRPr="00DE3257">
        <w:t>odpovědnosti</w:t>
      </w:r>
      <w:r w:rsidR="00845C50" w:rsidRPr="00DE3257">
        <w:t xml:space="preserve"> s </w:t>
      </w:r>
      <w:r w:rsidRPr="00DE3257">
        <w:t xml:space="preserve">funkcí stavbyvedoucího nebo jeho zástupce srovnatelná. </w:t>
      </w:r>
    </w:p>
    <w:p w14:paraId="712511E2" w14:textId="77777777" w:rsidR="00EA36BE" w:rsidRPr="00DE3257" w:rsidRDefault="00EA36BE" w:rsidP="008B2021">
      <w:pPr>
        <w:pStyle w:val="Textbezslovn"/>
      </w:pPr>
      <w:r w:rsidRPr="00DE3257">
        <w:rPr>
          <w:rStyle w:val="Tun9b"/>
        </w:rPr>
        <w:t>Zkušeností s realizací</w:t>
      </w:r>
      <w:r w:rsidRPr="00DE3257">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rsidRPr="00DE3257">
        <w:t xml:space="preserve">Zadavatel výše </w:t>
      </w:r>
      <w:r w:rsidR="0057393E" w:rsidRPr="00DE3257">
        <w:t xml:space="preserve">u jednotlivých členů odborného personálu zhotovitele </w:t>
      </w:r>
      <w:r w:rsidRPr="00DE3257">
        <w:t>stanovil maximální lhůtu, za kterou budou uznány zkušenosti příslušných členů odborného</w:t>
      </w:r>
      <w:r>
        <w:t xml:space="preserve">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7FB5D21E" w14:textId="23CF7864" w:rsidR="008063DD" w:rsidRPr="0082709F" w:rsidRDefault="004B7607" w:rsidP="0082709F">
      <w:pPr>
        <w:pStyle w:val="Text1-1"/>
        <w:rPr>
          <w:b/>
        </w:rPr>
      </w:pPr>
      <w:r>
        <w:rPr>
          <w:rStyle w:val="Tun9b"/>
        </w:rPr>
        <w:t>Technická kvalifikace – další požadavky týkající se způsobilosti dodavatele</w:t>
      </w:r>
    </w:p>
    <w:p w14:paraId="7D4AB3D1" w14:textId="77777777" w:rsidR="004B7607" w:rsidRPr="00DE325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w:t>
      </w:r>
      <w:r w:rsidR="00F720CC" w:rsidRPr="00DE3257">
        <w:t xml:space="preserve">požadována, včetně uvedení typu (čísla) zkoušky. </w:t>
      </w:r>
      <w:r w:rsidR="009D380E" w:rsidRPr="00DE3257">
        <w:t xml:space="preserve">Níže uvedené doklady osvědčující odbornou způsobilost musí osvědčit odbornou způsobilost samotného dodavatele (je-li fyzickou osobou) nebo jiné </w:t>
      </w:r>
      <w:r w:rsidR="006E277F" w:rsidRPr="00DE3257">
        <w:t xml:space="preserve">(konkrétně určené) </w:t>
      </w:r>
      <w:r w:rsidR="009D380E" w:rsidRPr="00DE3257">
        <w:t>osoby, která bude pro dodavatele příslušnou činnost vykonávat.</w:t>
      </w:r>
    </w:p>
    <w:p w14:paraId="35E160EC" w14:textId="1539A339" w:rsidR="009D380E" w:rsidRPr="00DE3257" w:rsidRDefault="00F720CC" w:rsidP="009D380E">
      <w:pPr>
        <w:pStyle w:val="Textbezslovn"/>
        <w:spacing w:after="0"/>
      </w:pPr>
      <w:r w:rsidRPr="00DE3257">
        <w:t xml:space="preserve">Dodavatel je </w:t>
      </w:r>
      <w:r w:rsidR="002D226B" w:rsidRPr="00DE3257">
        <w:t>p</w:t>
      </w:r>
      <w:r w:rsidRPr="00DE3257">
        <w:t xml:space="preserve">ovinen doložit </w:t>
      </w:r>
      <w:r w:rsidR="008A79B7" w:rsidRPr="00DE3257">
        <w:t xml:space="preserve">kopii </w:t>
      </w:r>
      <w:r w:rsidR="00181216" w:rsidRPr="00DE3257">
        <w:t xml:space="preserve">osvědčení o odborné způsobilosti </w:t>
      </w:r>
      <w:r w:rsidR="008A79B7" w:rsidRPr="00DE3257">
        <w:t xml:space="preserve">prokazujícího odbornou způsobilost </w:t>
      </w:r>
      <w:r w:rsidRPr="00DE3257">
        <w:t>u stanoveného</w:t>
      </w:r>
      <w:r w:rsidR="00AA3D6D" w:rsidRPr="00DE3257">
        <w:t xml:space="preserve"> člena odborného personálu dodavatele</w:t>
      </w:r>
      <w:r w:rsidRPr="00DE3257">
        <w:t>:</w:t>
      </w:r>
      <w:r w:rsidR="009D380E" w:rsidRPr="00DE3257">
        <w:t xml:space="preserve"> </w:t>
      </w:r>
    </w:p>
    <w:p w14:paraId="22500B4A" w14:textId="77777777" w:rsidR="00F23925" w:rsidRPr="00DE3257"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82709F" w:rsidRPr="00DE3257" w14:paraId="121242DB" w14:textId="77777777" w:rsidTr="009741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4543C57A" w14:textId="77777777" w:rsidR="0082709F" w:rsidRPr="00DE3257" w:rsidRDefault="0082709F" w:rsidP="009741AC">
            <w:pPr>
              <w:rPr>
                <w:rFonts w:ascii="Verdana" w:eastAsia="Verdana" w:hAnsi="Verdana" w:cs="Times New Roman"/>
                <w:b/>
                <w:sz w:val="16"/>
                <w:szCs w:val="16"/>
              </w:rPr>
            </w:pPr>
            <w:r w:rsidRPr="00DE3257">
              <w:rPr>
                <w:rFonts w:ascii="Verdana" w:eastAsia="Verdana" w:hAnsi="Verdana" w:cs="Times New Roman"/>
                <w:b/>
                <w:sz w:val="16"/>
                <w:szCs w:val="16"/>
              </w:rPr>
              <w:t xml:space="preserve">Typ předepsané zkoušky </w:t>
            </w:r>
          </w:p>
          <w:p w14:paraId="53FBBCE6" w14:textId="77777777" w:rsidR="0082709F" w:rsidRPr="00DE3257" w:rsidRDefault="0082709F" w:rsidP="009741AC">
            <w:pPr>
              <w:rPr>
                <w:rFonts w:ascii="Verdana" w:eastAsia="Verdana" w:hAnsi="Verdana" w:cs="Times New Roman"/>
                <w:b/>
                <w:sz w:val="16"/>
                <w:szCs w:val="16"/>
              </w:rPr>
            </w:pPr>
            <w:r w:rsidRPr="00DE3257">
              <w:rPr>
                <w:rFonts w:ascii="Verdana" w:eastAsia="Verdana" w:hAnsi="Verdana" w:cs="Times New Roman"/>
                <w:b/>
                <w:sz w:val="16"/>
                <w:szCs w:val="16"/>
              </w:rPr>
              <w:t>Předpis SŽ Zam1, Příloha D</w:t>
            </w:r>
          </w:p>
        </w:tc>
        <w:tc>
          <w:tcPr>
            <w:tcW w:w="3969" w:type="dxa"/>
            <w:tcBorders>
              <w:bottom w:val="single" w:sz="2" w:space="0" w:color="auto"/>
            </w:tcBorders>
            <w:shd w:val="clear" w:color="auto" w:fill="D9D9D9" w:themeFill="background1" w:themeFillShade="D9"/>
          </w:tcPr>
          <w:p w14:paraId="7B8AACC0" w14:textId="77777777" w:rsidR="0082709F" w:rsidRPr="00DE3257" w:rsidRDefault="0082709F" w:rsidP="009741AC">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DE3257">
              <w:rPr>
                <w:rFonts w:ascii="Verdana" w:eastAsia="Verdana" w:hAnsi="Verdana" w:cs="Times New Roman"/>
                <w:b/>
                <w:sz w:val="16"/>
                <w:szCs w:val="16"/>
              </w:rPr>
              <w:t xml:space="preserve">Určení člena odborného personálu dodavatele, který musí být držitelem odborné způsobilosti </w:t>
            </w:r>
          </w:p>
        </w:tc>
      </w:tr>
      <w:tr w:rsidR="0082709F" w:rsidRPr="00DE3257" w14:paraId="251BBB89" w14:textId="77777777" w:rsidTr="009741AC">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619B7DD5" w14:textId="77777777" w:rsidR="0082709F" w:rsidRPr="00DE3257" w:rsidRDefault="0082709F" w:rsidP="009741AC">
            <w:pPr>
              <w:rPr>
                <w:rFonts w:ascii="Verdana" w:eastAsia="Verdana" w:hAnsi="Verdana" w:cs="Times New Roman"/>
                <w:sz w:val="16"/>
                <w:szCs w:val="16"/>
              </w:rPr>
            </w:pPr>
            <w:r w:rsidRPr="00DE3257">
              <w:rPr>
                <w:rFonts w:ascii="Verdana" w:eastAsia="Verdana" w:hAnsi="Verdana" w:cs="Times New Roman"/>
                <w:sz w:val="16"/>
                <w:szCs w:val="16"/>
              </w:rPr>
              <w:t>B-02 – činnosti na budovách a bytovém hospodářství</w:t>
            </w:r>
          </w:p>
        </w:tc>
        <w:tc>
          <w:tcPr>
            <w:tcW w:w="3969" w:type="dxa"/>
            <w:tcBorders>
              <w:top w:val="single" w:sz="2" w:space="0" w:color="auto"/>
            </w:tcBorders>
          </w:tcPr>
          <w:p w14:paraId="25375003" w14:textId="77777777" w:rsidR="0082709F" w:rsidRPr="00DE3257" w:rsidRDefault="0082709F" w:rsidP="009741AC">
            <w:pPr>
              <w:numPr>
                <w:ilvl w:val="0"/>
                <w:numId w:val="16"/>
              </w:numPr>
              <w:spacing w:after="60"/>
              <w:ind w:left="205" w:hanging="205"/>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r w:rsidRPr="00DE3257">
              <w:rPr>
                <w:rFonts w:ascii="Verdana" w:eastAsia="Verdana" w:hAnsi="Verdana" w:cs="Times New Roman"/>
              </w:rPr>
              <w:t>stavbyvedoucí nebo</w:t>
            </w:r>
          </w:p>
          <w:p w14:paraId="560551B0" w14:textId="77777777" w:rsidR="0082709F" w:rsidRPr="00DE3257" w:rsidRDefault="0082709F" w:rsidP="009741AC">
            <w:pPr>
              <w:numPr>
                <w:ilvl w:val="0"/>
                <w:numId w:val="16"/>
              </w:numPr>
              <w:spacing w:after="60"/>
              <w:ind w:left="205" w:hanging="205"/>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DE3257">
              <w:rPr>
                <w:rFonts w:ascii="Verdana" w:eastAsia="Verdana" w:hAnsi="Verdana" w:cs="Times New Roman"/>
              </w:rPr>
              <w:t>specialista (vedoucí prací) na pozemní stavby – zástupce stavbyvedoucího</w:t>
            </w:r>
          </w:p>
        </w:tc>
      </w:tr>
      <w:tr w:rsidR="0082709F" w:rsidRPr="00DE3257" w14:paraId="059ABDA8" w14:textId="77777777" w:rsidTr="009741AC">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3F62E25" w14:textId="77777777" w:rsidR="0082709F" w:rsidRPr="00DE3257" w:rsidRDefault="0082709F" w:rsidP="009741AC">
            <w:pPr>
              <w:autoSpaceDE w:val="0"/>
              <w:autoSpaceDN w:val="0"/>
              <w:adjustRightInd w:val="0"/>
              <w:rPr>
                <w:rFonts w:ascii="Verdana" w:eastAsia="Verdana" w:hAnsi="Verdana" w:cs="Times New Roman"/>
                <w:sz w:val="16"/>
                <w:szCs w:val="16"/>
              </w:rPr>
            </w:pPr>
            <w:r w:rsidRPr="00DE3257">
              <w:rPr>
                <w:rFonts w:ascii="Verdana" w:eastAsia="Verdana" w:hAnsi="Verdana" w:cs="Times New Roman"/>
                <w:sz w:val="16"/>
                <w:szCs w:val="16"/>
              </w:rPr>
              <w:t xml:space="preserve">E-07 - </w:t>
            </w:r>
            <w:r w:rsidRPr="00DE3257">
              <w:rPr>
                <w:rFonts w:ascii="Verdana" w:hAnsi="Verdana" w:cs="Verdana"/>
                <w:sz w:val="16"/>
                <w:szCs w:val="16"/>
              </w:rPr>
              <w:t>řízení a zajišťování, oprav, rekonstrukcí, popř. modernizace železniční tratí zařízení správy elektrotechniky a energetiky;</w:t>
            </w:r>
          </w:p>
        </w:tc>
        <w:tc>
          <w:tcPr>
            <w:tcW w:w="3969" w:type="dxa"/>
            <w:tcBorders>
              <w:top w:val="single" w:sz="2" w:space="0" w:color="auto"/>
            </w:tcBorders>
          </w:tcPr>
          <w:p w14:paraId="0654FDD6" w14:textId="77777777" w:rsidR="0082709F" w:rsidRPr="00DE3257" w:rsidRDefault="0082709F" w:rsidP="009741AC">
            <w:pPr>
              <w:numPr>
                <w:ilvl w:val="0"/>
                <w:numId w:val="16"/>
              </w:numPr>
              <w:spacing w:after="60"/>
              <w:ind w:left="205" w:hanging="205"/>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r w:rsidRPr="00DE3257">
              <w:rPr>
                <w:rFonts w:ascii="Verdana" w:eastAsia="Verdana" w:hAnsi="Verdana" w:cs="Times New Roman"/>
              </w:rPr>
              <w:t>specialista (vedoucí prací) na elektrotechnická zařízení</w:t>
            </w:r>
          </w:p>
        </w:tc>
      </w:tr>
      <w:tr w:rsidR="0082709F" w:rsidRPr="00DE3257" w14:paraId="29DEEC77" w14:textId="77777777" w:rsidTr="009741A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1C6A9161" w14:textId="77777777" w:rsidR="0082709F" w:rsidRPr="00DE3257" w:rsidRDefault="0082709F" w:rsidP="009741AC">
            <w:pPr>
              <w:rPr>
                <w:rFonts w:ascii="Verdana" w:eastAsia="Verdana" w:hAnsi="Verdana" w:cs="Times New Roman"/>
                <w:sz w:val="16"/>
                <w:szCs w:val="16"/>
              </w:rPr>
            </w:pPr>
          </w:p>
        </w:tc>
        <w:tc>
          <w:tcPr>
            <w:tcW w:w="3969" w:type="dxa"/>
            <w:tcBorders>
              <w:top w:val="single" w:sz="2" w:space="0" w:color="auto"/>
            </w:tcBorders>
          </w:tcPr>
          <w:p w14:paraId="3F57E452" w14:textId="77777777" w:rsidR="0082709F" w:rsidRPr="00DE3257" w:rsidRDefault="0082709F" w:rsidP="009741AC">
            <w:pPr>
              <w:spacing w:after="60"/>
              <w:ind w:left="205"/>
              <w:jc w:val="both"/>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sz w:val="16"/>
                <w:szCs w:val="16"/>
              </w:rPr>
            </w:pPr>
          </w:p>
        </w:tc>
      </w:tr>
    </w:tbl>
    <w:p w14:paraId="6ECE855D" w14:textId="77777777" w:rsidR="0082709F" w:rsidRPr="00DE3257" w:rsidRDefault="0082709F" w:rsidP="00F23925">
      <w:pPr>
        <w:pStyle w:val="Textbezslovn"/>
        <w:spacing w:after="0"/>
      </w:pPr>
    </w:p>
    <w:p w14:paraId="2648C19C" w14:textId="77777777" w:rsidR="0082709F" w:rsidRPr="00DE3257" w:rsidRDefault="0082709F" w:rsidP="00F23925">
      <w:pPr>
        <w:pStyle w:val="Textbezslovn"/>
        <w:spacing w:after="0"/>
      </w:pPr>
    </w:p>
    <w:p w14:paraId="53CE02ED" w14:textId="77777777" w:rsidR="00F720CC" w:rsidRDefault="008F6F24" w:rsidP="008F6F24">
      <w:pPr>
        <w:pStyle w:val="Textbezslovn"/>
        <w:ind w:left="709"/>
      </w:pPr>
      <w:r w:rsidRPr="00DE3257">
        <w:t xml:space="preserve">Dodavatel je povinen dále předložit ke všem požadovaným typům </w:t>
      </w:r>
      <w:r w:rsidR="005302A4" w:rsidRPr="00DE3257">
        <w:t xml:space="preserve">zkoušek </w:t>
      </w:r>
      <w:r w:rsidRPr="00DE3257">
        <w:t>a osobám uvedeným výše</w:t>
      </w:r>
      <w:r w:rsidR="005302A4" w:rsidRPr="00DE3257">
        <w:t>, u kterých je předpisem SŽDC Zam1, resp. osnovou odborné způsobilosti stanoven požadavek na její pravidelné udržování a ověřování, kopi</w:t>
      </w:r>
      <w:r w:rsidR="00243B9D" w:rsidRPr="00DE3257">
        <w:t>i</w:t>
      </w:r>
      <w:r w:rsidR="005302A4" w:rsidRPr="00DE3257">
        <w:t xml:space="preserve"> </w:t>
      </w:r>
      <w:r w:rsidRPr="00DE3257">
        <w:t>Čestné</w:t>
      </w:r>
      <w:r w:rsidR="00243B9D" w:rsidRPr="00DE3257">
        <w:t>ho</w:t>
      </w:r>
      <w:r w:rsidRPr="00DE3257">
        <w:t xml:space="preserve"> prohlášení o pravidelném udržování a ověřování odborné způsobilosti získané dle Předpisu SŽDC Zam1 – vzor tohoto </w:t>
      </w:r>
      <w:r w:rsidR="005302A4" w:rsidRPr="00DE3257">
        <w:t xml:space="preserve">čestného </w:t>
      </w:r>
      <w:r w:rsidRPr="00DE3257">
        <w:t>prohlášení je obsažen</w:t>
      </w:r>
      <w:r>
        <w:t xml:space="preserve"> jako vzor č. 18 v Příloze č. 7 k </w:t>
      </w:r>
      <w:r w:rsidR="00AA3D6D">
        <w:t xml:space="preserve">Předpisu </w:t>
      </w:r>
      <w:r>
        <w:t>SŽDC Zam1.</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lastRenderedPageBreak/>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w:t>
      </w:r>
      <w:r>
        <w:lastRenderedPageBreak/>
        <w:t>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03DAAE0" w14:textId="16BD56F7" w:rsidR="0035531B" w:rsidRDefault="0035531B" w:rsidP="0006499F">
      <w:pPr>
        <w:pStyle w:val="Textbezslovn"/>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2C59CF27" w:rsidR="0035531B" w:rsidRDefault="008B70C7" w:rsidP="008B70C7">
      <w:pPr>
        <w:pStyle w:val="Textbezslovn"/>
      </w:pPr>
      <w:r>
        <w:t>Pokud není dodavatel schopen prokázat technick</w:t>
      </w:r>
      <w:r w:rsidR="000146DB">
        <w:t>ou</w:t>
      </w:r>
      <w:r>
        <w:t xml:space="preserve"> kvalifikac</w:t>
      </w:r>
      <w:r w:rsidR="000146DB">
        <w:t>i</w:t>
      </w:r>
      <w:r>
        <w:t xml:space="preserve"> nebo profesní způsobilost s výjimkou kritéria podle bodu 8.3 první odrážka této Výzvy požadovan</w:t>
      </w:r>
      <w:r w:rsidR="000146DB">
        <w:t>ou</w:t>
      </w:r>
      <w:r>
        <w:t xml:space="preserve">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035C6E83" w:rsidR="0035531B" w:rsidRDefault="0035531B" w:rsidP="0006499F">
      <w:pPr>
        <w:pStyle w:val="Odrka1-2-"/>
      </w:pPr>
      <w:r>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Toto omezení se nevztahuje na osoby, které s dodavatelem tvoří koncern</w:t>
      </w:r>
      <w:r w:rsidR="00EF04CC">
        <w:t xml:space="preserve"> (za splnění podmínek uvedených v čl. 9.3 této </w:t>
      </w:r>
      <w:r w:rsidR="00EF04CC">
        <w:lastRenderedPageBreak/>
        <w:t>Výzvy)</w:t>
      </w:r>
      <w:r w:rsidRPr="008B70C7">
        <w:t>. Jejich prostřednictvím dodavatel může za splnění ostatních podmínek dle tohoto článku prokazovat i tyto části kvalifikace</w:t>
      </w:r>
      <w:r w:rsidR="0035531B">
        <w:t>.</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2" w:name="_Toc147327173"/>
      <w:r>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25B18F0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 xml:space="preserve">podmínek uvedených pod písm. a) nebo b) § 15 odst. 1 zákona č. 309/2006 </w:t>
      </w:r>
      <w:r>
        <w:lastRenderedPageBreak/>
        <w:t>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103FFFD7"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se </w:t>
      </w:r>
      <w:r w:rsidR="00EF04CC">
        <w:rPr>
          <w:lang w:eastAsia="cs-CZ"/>
        </w:rPr>
        <w:t xml:space="preserve">zákonem upravujícím provádění mezinárodních sankcí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05A71A0" w14:textId="60EFD3E4" w:rsidR="0035531B" w:rsidRPr="0022718B" w:rsidRDefault="0035531B" w:rsidP="0022718B">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47327174"/>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147327175"/>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předloží bez překladu. Bude-li mít zadavatel pochybnosti o správnosti překladu, může si vyžádat předložení úředně ověřeného překladu dokladu do českého jazyka tlumočníkem zapsaným do seznamu znalců a </w:t>
      </w:r>
      <w:r w:rsidRPr="00FD2EA2">
        <w:lastRenderedPageBreak/>
        <w:t xml:space="preserve">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5" w:name="_Toc147327176"/>
      <w:r>
        <w:t>OBSAH</w:t>
      </w:r>
      <w:r w:rsidR="00845C50">
        <w:t xml:space="preserve"> </w:t>
      </w:r>
      <w:r w:rsidR="00776A8A">
        <w:t>A</w:t>
      </w:r>
      <w:r w:rsidR="00845C50">
        <w:t> </w:t>
      </w:r>
      <w:r>
        <w:t>PODÁVÁNÍ NABÍDEK</w:t>
      </w:r>
      <w:bookmarkEnd w:id="15"/>
      <w:r w:rsidR="00854DC9">
        <w:t xml:space="preserve"> </w:t>
      </w:r>
    </w:p>
    <w:p w14:paraId="0C940D92" w14:textId="79FED64D" w:rsidR="0035531B" w:rsidRPr="00DE3257"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41AEB" w:rsidRPr="00DE3257">
          <w:rPr>
            <w:rStyle w:val="Hypertextovodkaz"/>
            <w:noProof w:val="0"/>
          </w:rPr>
          <w:t>https://zakazky.spravazeleznic.cz/</w:t>
        </w:r>
      </w:hyperlink>
      <w:r w:rsidRPr="00DE3257">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DE3257">
        <w:t>.</w:t>
      </w:r>
    </w:p>
    <w:p w14:paraId="0F7173FC" w14:textId="7767C8EB" w:rsidR="00A1185B" w:rsidRPr="00DE3257" w:rsidRDefault="00A1185B" w:rsidP="00A1185B">
      <w:pPr>
        <w:pStyle w:val="Textbezslovn"/>
        <w:rPr>
          <w:b/>
        </w:rPr>
      </w:pPr>
      <w:r w:rsidRPr="00DE3257">
        <w:rPr>
          <w:rFonts w:cs="Arial"/>
          <w:b/>
        </w:rPr>
        <w:t>Nabídky lze podat v termínu, který je uveden na profilu zadavatele:</w:t>
      </w:r>
      <w:r w:rsidRPr="00DE3257">
        <w:rPr>
          <w:rFonts w:cs="Arial"/>
        </w:rPr>
        <w:t xml:space="preserve"> </w:t>
      </w:r>
      <w:hyperlink r:id="rId19" w:history="1">
        <w:r w:rsidRPr="00DE3257">
          <w:rPr>
            <w:rStyle w:val="Hypertextovodkaz"/>
            <w:rFonts w:cs="Arial"/>
            <w:b/>
            <w:bCs/>
            <w:lang w:eastAsia="cs-CZ"/>
          </w:rPr>
          <w:t>https://zakazky.spravazeleznic.cz/</w:t>
        </w:r>
      </w:hyperlink>
      <w:r w:rsidRPr="00DE3257">
        <w:rPr>
          <w:rFonts w:cs="Arial"/>
          <w:b/>
        </w:rPr>
        <w:t>.</w:t>
      </w:r>
    </w:p>
    <w:p w14:paraId="590E80A9" w14:textId="77777777" w:rsidR="00AB5AE0" w:rsidRPr="00DE3257" w:rsidRDefault="00AB5AE0" w:rsidP="00AB5AE0">
      <w:pPr>
        <w:pStyle w:val="Textbezslovn"/>
        <w:spacing w:after="0" w:line="240" w:lineRule="auto"/>
        <w:rPr>
          <w:color w:val="FF0000"/>
        </w:rPr>
      </w:pPr>
    </w:p>
    <w:p w14:paraId="42F4EEEF" w14:textId="65008819" w:rsidR="0035531B" w:rsidRDefault="003F78E7" w:rsidP="0022718B">
      <w:pPr>
        <w:pStyle w:val="Text1-1"/>
      </w:pPr>
      <w:r w:rsidRPr="00DE3257">
        <w:t xml:space="preserve">Dodavatel </w:t>
      </w:r>
      <w:proofErr w:type="gramStart"/>
      <w:r w:rsidRPr="00DE3257">
        <w:t>předloží</w:t>
      </w:r>
      <w:proofErr w:type="gramEnd"/>
      <w:r w:rsidRPr="00DE325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356B1" w:rsidRPr="00DE3257">
          <w:rPr>
            <w:rStyle w:val="Hypertextovodkaz"/>
          </w:rPr>
          <w:t>https://zakazky.spravazeleznic.cz/manual.html</w:t>
        </w:r>
      </w:hyperlink>
      <w:r w:rsidRPr="00DE3257">
        <w:t xml:space="preserve">. Nabídka nemusí být opatřena elektronickým podpisem osoby oprávněné jednat za dodavatele. </w:t>
      </w:r>
      <w:r w:rsidR="00EF04CC" w:rsidRPr="00DE3257">
        <w:t>Uznávaný e</w:t>
      </w:r>
      <w:r w:rsidRPr="00DE3257">
        <w:t xml:space="preserve">lektronický podpis </w:t>
      </w:r>
      <w:r w:rsidR="00EF04CC" w:rsidRPr="00DE3257">
        <w:t xml:space="preserve">založený na kvalifikovaném certifikátu </w:t>
      </w:r>
      <w:r w:rsidRPr="00DE3257">
        <w:t>je vyžadován pouze při registraci dodavatele do elektronického nástroje</w:t>
      </w:r>
      <w:r w:rsidR="00EF04CC" w:rsidRPr="00DE3257">
        <w:t xml:space="preserve"> zadavatele</w:t>
      </w:r>
      <w:r w:rsidRPr="00DE3257">
        <w:t>. Podáním nabídky dodavatel se stanovenou formou komunikace a doručování souhlasí a zavazuje se posk</w:t>
      </w:r>
      <w:r w:rsidRPr="003F78E7">
        <w:t xml:space="preserve">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18 odst. 2 a 3 </w:t>
      </w:r>
      <w:proofErr w:type="spellStart"/>
      <w:r w:rsidR="00534E79" w:rsidRPr="002C4A72">
        <w:t>vyhl</w:t>
      </w:r>
      <w:proofErr w:type="spellEnd"/>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651D2B61" w14:textId="6072129A" w:rsidR="00E135DC" w:rsidRDefault="00E135DC" w:rsidP="00E135DC">
      <w:pPr>
        <w:pStyle w:val="Textbezslovn"/>
      </w:pP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134090E3" w:rsidR="00695DAA" w:rsidRPr="00DE3257" w:rsidRDefault="00695DAA" w:rsidP="00695DAA">
      <w:pPr>
        <w:pStyle w:val="Odrka1-1"/>
      </w:pPr>
      <w:r>
        <w:t xml:space="preserve">Doklady </w:t>
      </w:r>
      <w:r w:rsidRPr="00DE3257">
        <w:t xml:space="preserve">prokazující splnění </w:t>
      </w:r>
      <w:r w:rsidRPr="00DE3257">
        <w:rPr>
          <w:b/>
        </w:rPr>
        <w:t>technické kvalifikace</w:t>
      </w:r>
      <w:r w:rsidRPr="00DE3257">
        <w:t xml:space="preserve">, tj. seznam stavebních prací ve formě formuláře obsaženého </w:t>
      </w:r>
      <w:r w:rsidR="006C6351" w:rsidRPr="00DE3257">
        <w:t xml:space="preserve">v </w:t>
      </w:r>
      <w:r w:rsidRPr="00DE3257">
        <w:t xml:space="preserve">příloze č. 4 této Výzvy včetně osvědčení objednatelů, seznam </w:t>
      </w:r>
      <w:r w:rsidR="00196E81" w:rsidRPr="00DE3257">
        <w:t xml:space="preserve">odborného </w:t>
      </w:r>
      <w:r w:rsidRPr="00DE3257">
        <w:t>personálu dodavatele ve formě formuláře obsaženého příloze č. 5 této Výzvy</w:t>
      </w:r>
      <w:r w:rsidR="004B7607" w:rsidRPr="00DE3257">
        <w:t>,</w:t>
      </w:r>
      <w:r w:rsidRPr="00DE3257">
        <w:t xml:space="preserve"> profesní životopisy jednotlivých členů personálu dodavatele ve formě formuláře obsaženého příloze č. 6 této Výzvy, včetně požadovaných příloh</w:t>
      </w:r>
      <w:r w:rsidR="004B7607" w:rsidRPr="00DE3257">
        <w:t xml:space="preserve"> a doklady týkající se způsobilosti dodavatele dle čl. 8.6 této Výzvy</w:t>
      </w:r>
      <w:r w:rsidRPr="00DE3257">
        <w:t>.</w:t>
      </w:r>
    </w:p>
    <w:p w14:paraId="3C2F791A" w14:textId="77777777" w:rsidR="00695DAA" w:rsidRPr="00DE3257" w:rsidRDefault="00695DAA" w:rsidP="00695DAA">
      <w:pPr>
        <w:pStyle w:val="Odrka1-1"/>
      </w:pPr>
      <w:r w:rsidRPr="00DE3257">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Pr="00DE3257" w:rsidRDefault="00695DAA" w:rsidP="00695DAA">
      <w:pPr>
        <w:pStyle w:val="Odrka1-1"/>
      </w:pPr>
      <w:r w:rsidRPr="00DE3257">
        <w:t>Údaje o poddodavatelích ve formě formuláře obsaženého v Příloze č. 2 této Výzvy.</w:t>
      </w:r>
    </w:p>
    <w:p w14:paraId="00C06A98" w14:textId="77777777" w:rsidR="00695DAA" w:rsidRPr="00DE3257" w:rsidRDefault="00695DAA" w:rsidP="00695DAA">
      <w:pPr>
        <w:pStyle w:val="Odrka1-1"/>
      </w:pPr>
      <w:r w:rsidRPr="00DE3257">
        <w:t>Informace o tom, zda budou na staveništi působit zaměstnanci více než jednoho zhotovitele ve formě formuláře obsaženého v Příloze č. 8 této Výzvy.</w:t>
      </w:r>
    </w:p>
    <w:p w14:paraId="70C5EEE8" w14:textId="77777777" w:rsidR="00695DAA" w:rsidRPr="00DE3257" w:rsidRDefault="00695DAA" w:rsidP="00695DAA">
      <w:pPr>
        <w:pStyle w:val="Odrka1-1"/>
      </w:pPr>
      <w:r w:rsidRPr="00DE3257">
        <w:t>Harmonogram postupu prací zpracovaný podle požadavků zadavatele stanovených v článku 9.1 této Výzvy.</w:t>
      </w:r>
    </w:p>
    <w:p w14:paraId="5BC1A0BC" w14:textId="24A3B1FC" w:rsidR="006C6351" w:rsidRPr="00DE3257" w:rsidRDefault="006C6351" w:rsidP="00695DAA">
      <w:pPr>
        <w:pStyle w:val="Odrka1-1"/>
      </w:pPr>
      <w:r w:rsidRPr="00DE3257">
        <w:rPr>
          <w:lang w:eastAsia="cs-CZ"/>
        </w:rPr>
        <w:t xml:space="preserve">Čestné prohlášení o splnění podmínek v souvislosti se </w:t>
      </w:r>
      <w:r w:rsidR="00EF04CC" w:rsidRPr="00DE3257">
        <w:rPr>
          <w:lang w:eastAsia="cs-CZ"/>
        </w:rPr>
        <w:t xml:space="preserve">zákonem upravujícím provádění mezinárodních sankcí </w:t>
      </w:r>
      <w:r w:rsidRPr="00DE3257">
        <w:t>zpracované ve formě formuláře obsaženého v příloze č. 10 této Výzvy.</w:t>
      </w:r>
    </w:p>
    <w:p w14:paraId="746B2221" w14:textId="64BDADCE" w:rsidR="00695DAA" w:rsidRPr="00DE3257" w:rsidRDefault="00695DAA" w:rsidP="00695DAA">
      <w:pPr>
        <w:pStyle w:val="Odrka1-1"/>
      </w:pPr>
      <w:r w:rsidRPr="00DE3257">
        <w:t>Další dokumenty, dle uvážení dodavatele, na které nebyl prostor v předcházejících částech nabídky.</w:t>
      </w:r>
    </w:p>
    <w:p w14:paraId="4D094E4A" w14:textId="25FD9010" w:rsidR="0035531B" w:rsidRPr="00DE3257" w:rsidRDefault="00695DAA" w:rsidP="00695DAA">
      <w:pPr>
        <w:pStyle w:val="Odrka1-1"/>
      </w:pPr>
      <w:r w:rsidRPr="00DE3257">
        <w:t xml:space="preserve">Oceněný Soupis prací </w:t>
      </w:r>
      <w:r w:rsidR="00E135DC" w:rsidRPr="00DE3257">
        <w:t xml:space="preserve">obsažený </w:t>
      </w:r>
      <w:r w:rsidRPr="00DE3257">
        <w:t>v Dílu 4 zadávací dokumentace</w:t>
      </w:r>
      <w:r w:rsidR="00E135DC" w:rsidRPr="00DE3257">
        <w:t xml:space="preserve"> včetně Rekapitulace ceny dle SO a PS.</w:t>
      </w:r>
    </w:p>
    <w:p w14:paraId="790D41EC" w14:textId="36EFD0FC" w:rsidR="0035531B" w:rsidRPr="00DE3257" w:rsidRDefault="00695DAA" w:rsidP="00695DAA">
      <w:pPr>
        <w:pStyle w:val="Text1-1"/>
      </w:pPr>
      <w:r w:rsidRPr="00DE3257">
        <w:t xml:space="preserve">Nabídky podané po uplynutí lhůty pro podání nabídky nebo podané </w:t>
      </w:r>
      <w:proofErr w:type="gramStart"/>
      <w:r w:rsidRPr="00DE3257">
        <w:t>jiným,</w:t>
      </w:r>
      <w:proofErr w:type="gramEnd"/>
      <w:r w:rsidRPr="00DE3257">
        <w:t xml:space="preserve"> než výše uvedeným způsobem, nebudou otevřeny a v průběhu výběrového řízení se k nim nepřihlíží</w:t>
      </w:r>
      <w:r w:rsidR="0035531B" w:rsidRPr="00DE3257">
        <w:t xml:space="preserve">. </w:t>
      </w:r>
    </w:p>
    <w:p w14:paraId="0CA70129" w14:textId="77777777" w:rsidR="0035531B" w:rsidRDefault="00695DAA" w:rsidP="00695DAA">
      <w:pPr>
        <w:pStyle w:val="Text1-1"/>
      </w:pPr>
      <w:r w:rsidRPr="00DE3257">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w:t>
      </w:r>
      <w:r w:rsidRPr="00695DAA">
        <w:t xml:space="preserve">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w:t>
      </w:r>
      <w:r w:rsidRPr="00695DAA">
        <w:rPr>
          <w:rStyle w:val="Tun9b"/>
          <w:b w:val="0"/>
        </w:rPr>
        <w:lastRenderedPageBreak/>
        <w:t>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47327177"/>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05BBBD16" w:rsidR="00F67F82" w:rsidRDefault="004C086E" w:rsidP="0022718B">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7" w:name="_Toc147327178"/>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6EE6A7AF"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7101A674" w14:textId="77777777" w:rsidR="0035531B" w:rsidRDefault="004C086E" w:rsidP="004C086E">
      <w:pPr>
        <w:pStyle w:val="Text1-1"/>
        <w:numPr>
          <w:ilvl w:val="0"/>
          <w:numId w:val="0"/>
        </w:numPr>
        <w:ind w:left="737"/>
      </w:pPr>
      <w:r w:rsidRPr="004C086E">
        <w:lastRenderedPageBreak/>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147327179"/>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147327180"/>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0" w:name="_Toc147327181"/>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w:t>
      </w:r>
      <w:r w:rsidR="007B33F0" w:rsidRPr="007B33F0">
        <w:lastRenderedPageBreak/>
        <w:t>nabídek (přednější pořadí ve výsledku hodnocení tedy získá nabídka s dřívějším časem podání).</w:t>
      </w:r>
    </w:p>
    <w:p w14:paraId="572736FD" w14:textId="77777777" w:rsidR="0035531B" w:rsidRDefault="0035531B" w:rsidP="007038DC">
      <w:pPr>
        <w:pStyle w:val="Nadpis1-1"/>
      </w:pPr>
      <w:bookmarkStart w:id="21" w:name="_Toc147327182"/>
      <w:r>
        <w:t xml:space="preserve">ZRUŠENÍ </w:t>
      </w:r>
      <w:r w:rsidR="001472A9">
        <w:t xml:space="preserve">VÝBĚROVÉHO </w:t>
      </w:r>
      <w:r>
        <w:t>ŘÍZENÍ</w:t>
      </w:r>
      <w:bookmarkEnd w:id="21"/>
    </w:p>
    <w:p w14:paraId="16756054" w14:textId="77777777" w:rsidR="0035531B" w:rsidRPr="00DE3257" w:rsidRDefault="007B3D4D" w:rsidP="007B3D4D">
      <w:pPr>
        <w:pStyle w:val="Text1-1"/>
      </w:pPr>
      <w:r w:rsidRPr="007B3D4D">
        <w:t xml:space="preserve">Zadavatel si vyhrazuje právo zrušit výběrové řízení této veřejné zakázky kdykoliv před </w:t>
      </w:r>
      <w:r w:rsidRPr="00DE3257">
        <w:t>uzavřením smlouvy na plnění této veřejné zakázky, a to bez uvedení důvodu</w:t>
      </w:r>
      <w:r w:rsidR="0035531B" w:rsidRPr="00DE3257">
        <w:t>.</w:t>
      </w:r>
    </w:p>
    <w:p w14:paraId="4D6C307F" w14:textId="6C70285E" w:rsidR="007B33F0" w:rsidRPr="00DE3257" w:rsidRDefault="007B3D4D" w:rsidP="0022718B">
      <w:pPr>
        <w:pStyle w:val="Text1-1"/>
      </w:pPr>
      <w:r w:rsidRPr="00DE3257">
        <w:t xml:space="preserve">Zadavatel si mimo jiné vyhrazuje právo zrušit výběrové řízení v případě, že k hodnocení připadnou pouze nabídky s nabídkovou cenou převyšující předpokládanou hodnotu </w:t>
      </w:r>
      <w:r w:rsidR="00AC3D7F" w:rsidRPr="00DE3257">
        <w:t xml:space="preserve">zakázky </w:t>
      </w:r>
      <w:r w:rsidRPr="00DE3257">
        <w:t>uvedenou čl. 5.3 této Výzvy</w:t>
      </w:r>
      <w:r w:rsidR="0035531B" w:rsidRPr="00DE3257">
        <w:t>.</w:t>
      </w:r>
    </w:p>
    <w:p w14:paraId="4A8D6070" w14:textId="25C985B4" w:rsidR="0035531B" w:rsidRPr="00DE3257" w:rsidRDefault="007B3D4D" w:rsidP="007B3D4D">
      <w:pPr>
        <w:pStyle w:val="Text1-1"/>
      </w:pPr>
      <w:r w:rsidRPr="00DE3257">
        <w:t xml:space="preserve">Pokud bude nabídka vybraného dodavatele obsahovat nabídkovou cenu, která </w:t>
      </w:r>
      <w:proofErr w:type="gramStart"/>
      <w:r w:rsidRPr="00DE3257">
        <w:t>překročí</w:t>
      </w:r>
      <w:proofErr w:type="gramEnd"/>
      <w:r w:rsidRPr="00DE3257">
        <w:t xml:space="preserve"> režim veřejné zakázky, bude výběrové řízení zrušeno.</w:t>
      </w:r>
    </w:p>
    <w:p w14:paraId="38066BD1" w14:textId="3196FB46" w:rsidR="000F7DFE" w:rsidRPr="00DE3257" w:rsidRDefault="000F7DFE" w:rsidP="007B3D4D">
      <w:pPr>
        <w:pStyle w:val="Text1-1"/>
      </w:pPr>
      <w:r w:rsidRPr="00DE3257">
        <w:t xml:space="preserve">Zadavatel si vyhrazuje právo zrušit výběrové řízení této veřejné zakázky kdykoliv před uzavřením smlouvy na plnění této veřejné zakázky, pokud nabídka vybraného dodavatele bude obsahovat nabídkovou cenu, která překročí částku </w:t>
      </w:r>
      <w:proofErr w:type="gramStart"/>
      <w:r w:rsidR="0022718B" w:rsidRPr="00DE3257">
        <w:t>30.000,-</w:t>
      </w:r>
      <w:proofErr w:type="gramEnd"/>
      <w:r w:rsidRPr="00DE3257">
        <w:t xml:space="preserve"> Kč bez DPH.</w:t>
      </w:r>
    </w:p>
    <w:p w14:paraId="2CB97C89" w14:textId="77777777" w:rsidR="0035531B" w:rsidRPr="00DE3257" w:rsidRDefault="0035531B" w:rsidP="007038DC">
      <w:pPr>
        <w:pStyle w:val="Nadpis1-1"/>
      </w:pPr>
      <w:bookmarkStart w:id="22" w:name="_Toc147327183"/>
      <w:r w:rsidRPr="00DE3257">
        <w:t>UZAVŘENÍ SMLOUVY</w:t>
      </w:r>
      <w:bookmarkEnd w:id="22"/>
    </w:p>
    <w:p w14:paraId="62EB510F" w14:textId="77777777" w:rsidR="0035531B" w:rsidRDefault="007B3D4D" w:rsidP="007B3D4D">
      <w:pPr>
        <w:pStyle w:val="Text1-1"/>
      </w:pPr>
      <w:r w:rsidRPr="00DE3257">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08326FCB"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41AEB" w:rsidRPr="00A6336E">
          <w:rPr>
            <w:rStyle w:val="Hypertextovodkaz"/>
            <w:noProof w:val="0"/>
          </w:rPr>
          <w:t>https://zakazky.spravazeleznic.cz/</w:t>
        </w:r>
      </w:hyperlink>
      <w:r w:rsidRPr="007B3D4D">
        <w:t xml:space="preserve">, případně jinou formou písemné elektronické komunikace (zadavatel </w:t>
      </w:r>
      <w:r w:rsidRPr="0022718B">
        <w:t xml:space="preserve">preferuje komunikaci prostřednictvím elektronického nástroje E-ZAK) dokumenty uvedené v článku 19.3, resp. v článku 19.4 </w:t>
      </w:r>
      <w:r w:rsidR="000F7DFE" w:rsidRPr="0022718B">
        <w:t xml:space="preserve">až 19.8 </w:t>
      </w:r>
      <w:r w:rsidRPr="0022718B">
        <w:t>Výzvy</w:t>
      </w:r>
      <w:r w:rsidR="000F7DFE" w:rsidRPr="0022718B">
        <w:t>, dopadají-li na vybraného dodavatele</w:t>
      </w:r>
      <w:r w:rsidRPr="0022718B">
        <w:t>. Zadavatel vyzve vybraného dodavatele</w:t>
      </w:r>
      <w:r w:rsidRPr="007B3D4D">
        <w:t xml:space="preserv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Pr="00DE3257" w:rsidRDefault="00625CD7" w:rsidP="00C759F1">
      <w:pPr>
        <w:pStyle w:val="Odrka1-1"/>
      </w:pPr>
      <w:r w:rsidRPr="00DE3257">
        <w:lastRenderedPageBreak/>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rsidRPr="00DE3257">
        <w:t>;</w:t>
      </w:r>
    </w:p>
    <w:p w14:paraId="271A99B0" w14:textId="77777777" w:rsidR="0080443C" w:rsidRPr="00DE3257" w:rsidRDefault="0080443C" w:rsidP="0080443C">
      <w:pPr>
        <w:pStyle w:val="Odrka1-1"/>
      </w:pPr>
      <w:r w:rsidRPr="00DE3257">
        <w:t xml:space="preserve">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8 požadovaná kvalifikace - Pracovníci pro řízení činnosti prováděné dodavatelským způsobem a pracovníci pro řízení provozu; </w:t>
      </w:r>
    </w:p>
    <w:p w14:paraId="0C28F2F8" w14:textId="4286BA65" w:rsidR="00AC3D7F" w:rsidRPr="00DE3257" w:rsidRDefault="0080443C" w:rsidP="0080443C">
      <w:pPr>
        <w:pStyle w:val="Odrka1-1"/>
      </w:pPr>
      <w:r w:rsidRPr="00DE3257">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DE3257">
        <w:t>8b</w:t>
      </w:r>
      <w:proofErr w:type="gramEnd"/>
      <w:r w:rsidRPr="00DE3257">
        <w:t>;</w:t>
      </w:r>
    </w:p>
    <w:p w14:paraId="2CAAB954" w14:textId="77777777" w:rsidR="0035531B" w:rsidRPr="00DE3257" w:rsidRDefault="0035531B" w:rsidP="007038DC">
      <w:pPr>
        <w:pStyle w:val="Textbezslovn"/>
      </w:pPr>
      <w:r w:rsidRPr="00DE3257">
        <w:t>Zadavatel upřesňuje, že pokud bude některý</w:t>
      </w:r>
      <w:r w:rsidR="00AF20AA" w:rsidRPr="00DE3257">
        <w:t xml:space="preserve"> doklad</w:t>
      </w:r>
      <w:r w:rsidRPr="00DE3257">
        <w:t xml:space="preserve"> doložen již</w:t>
      </w:r>
      <w:r w:rsidR="00092CC9" w:rsidRPr="00DE3257">
        <w:t xml:space="preserve"> v </w:t>
      </w:r>
      <w:r w:rsidRPr="00DE3257">
        <w:t>nabídce nebo</w:t>
      </w:r>
      <w:r w:rsidR="00092CC9" w:rsidRPr="00DE3257">
        <w:t xml:space="preserve"> v </w:t>
      </w:r>
      <w:r w:rsidRPr="00DE3257">
        <w:t xml:space="preserve">průběhu </w:t>
      </w:r>
      <w:r w:rsidR="00AF20AA" w:rsidRPr="00DE3257">
        <w:t xml:space="preserve">výběrového </w:t>
      </w:r>
      <w:r w:rsidRPr="00DE3257">
        <w:t>řízení, zadavatel</w:t>
      </w:r>
      <w:r w:rsidR="00BC6D2B" w:rsidRPr="00DE3257">
        <w:t xml:space="preserve"> k </w:t>
      </w:r>
      <w:r w:rsidRPr="00DE3257">
        <w:t>jeho předkládání nebude vybraného dodavatele vyzývat.</w:t>
      </w:r>
    </w:p>
    <w:p w14:paraId="2C949C71" w14:textId="77777777" w:rsidR="0035531B" w:rsidRDefault="00AF20AA" w:rsidP="00AF20AA">
      <w:pPr>
        <w:pStyle w:val="Text1-1"/>
      </w:pPr>
      <w:r w:rsidRPr="00DE3257">
        <w:t>Vybraný dodavatel, který k prokázání zadavatelem požadované odborné způsobilosti, jež je v České republice regulovanou činností, předložil</w:t>
      </w:r>
      <w:r w:rsidRPr="00AF20AA">
        <w:t xml:space="preserve">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4C0CED35" w:rsidR="00625CD7" w:rsidRDefault="00625CD7" w:rsidP="000F7DFE">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77C85755" w14:textId="77777777" w:rsidR="0035531B" w:rsidRDefault="0035531B" w:rsidP="00B77C6D">
      <w:pPr>
        <w:pStyle w:val="Nadpis1-1"/>
      </w:pPr>
      <w:bookmarkStart w:id="24" w:name="_Toc147327184"/>
      <w:r>
        <w:t>OCHRANA INFORMACÍ</w:t>
      </w:r>
      <w:bookmarkEnd w:id="24"/>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5" w:name="_Toc59538672"/>
      <w:bookmarkStart w:id="26" w:name="_Toc61886759"/>
      <w:bookmarkStart w:id="27" w:name="_Toc147327185"/>
      <w:r>
        <w:lastRenderedPageBreak/>
        <w:t>SOCIÁLNĚ A ENVIRO</w:t>
      </w:r>
      <w:r w:rsidR="00BD6903">
        <w:t>N</w:t>
      </w:r>
      <w:r>
        <w:t>MENTÁLNĚ ODPOVĚDNÉ ZADÁVÁNÍ, INOVACE</w:t>
      </w:r>
      <w:bookmarkEnd w:id="25"/>
      <w:bookmarkEnd w:id="26"/>
      <w:bookmarkEnd w:id="27"/>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37EBC149" w14:textId="184C692B" w:rsidR="000F7DFE" w:rsidRDefault="0007139B" w:rsidP="009E2CD2">
      <w:pPr>
        <w:pStyle w:val="Odrka1-1"/>
      </w:pPr>
      <w:r>
        <w:t>studentské exkurze</w:t>
      </w:r>
      <w:r w:rsidR="000F7DFE">
        <w:t>,</w:t>
      </w:r>
    </w:p>
    <w:p w14:paraId="09E08D32" w14:textId="3EFF78D4" w:rsidR="0007139B" w:rsidRDefault="0007139B" w:rsidP="00A1185B">
      <w:pPr>
        <w:pStyle w:val="Text1-1"/>
      </w:pPr>
      <w:r>
        <w:t xml:space="preserve">Výše uvedené prvky odpovědného </w:t>
      </w:r>
      <w:r w:rsidRPr="009E2CD2">
        <w:t>zadávání a povinnosti dodavatele s nimi spojené zadavatel stanovil v</w:t>
      </w:r>
      <w:r w:rsidR="00BD0212" w:rsidRPr="009E2CD2">
        <w:t xml:space="preserve"> </w:t>
      </w:r>
      <w:r w:rsidRPr="009E2CD2">
        <w:t>ustanoveních článku 4.</w:t>
      </w:r>
      <w:r w:rsidR="00FE063F" w:rsidRPr="009E2CD2">
        <w:t>9</w:t>
      </w:r>
      <w:r w:rsidR="009E2CD2" w:rsidRPr="009E2CD2">
        <w:t xml:space="preserve"> </w:t>
      </w:r>
      <w:r w:rsidRPr="009E2CD2">
        <w:t>závazného</w:t>
      </w:r>
      <w:r>
        <w:t xml:space="preserve"> vzoru smlouvy, který je dílem 2 zadávací dokumentace</w:t>
      </w:r>
      <w:r w:rsidR="00BD0212">
        <w:t>.</w:t>
      </w:r>
    </w:p>
    <w:p w14:paraId="6E9187E8" w14:textId="20E62C3F" w:rsidR="000F7DFE" w:rsidRDefault="000F7DFE" w:rsidP="000F7DFE">
      <w:pPr>
        <w:pStyle w:val="Nadpis1-1"/>
        <w:jc w:val="both"/>
      </w:pPr>
      <w:bookmarkStart w:id="28" w:name="_Toc147327186"/>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72463E">
        <w:t xml:space="preserve">MEZINÁRODNÍ </w:t>
      </w:r>
      <w:r>
        <w:t>sankce</w:t>
      </w:r>
      <w:r w:rsidR="00625CD7">
        <w:t>, zákaz zadání veřejné zakázky</w:t>
      </w:r>
      <w:bookmarkEnd w:id="28"/>
      <w:r>
        <w:t xml:space="preserve"> </w:t>
      </w:r>
      <w:bookmarkEnd w:id="29"/>
      <w:bookmarkEnd w:id="30"/>
      <w:bookmarkEnd w:id="31"/>
      <w:bookmarkEnd w:id="32"/>
      <w:bookmarkEnd w:id="33"/>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vyloučí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7FEF9FAE"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4" w:name="_Toc147327187"/>
      <w:r>
        <w:t xml:space="preserve">PŘÍLOHY </w:t>
      </w:r>
      <w:r w:rsidR="001472A9">
        <w:t>TÉTO VÝZVY</w:t>
      </w:r>
      <w:bookmarkEnd w:id="34"/>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08F715E"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625CD7">
        <w:rPr>
          <w:lang w:eastAsia="cs-CZ"/>
        </w:rPr>
        <w:t>zákonem upravujícím provádění mezinárodních sankcí</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99377F3" w14:textId="77777777" w:rsidR="009E2CD2" w:rsidRDefault="009E2CD2" w:rsidP="009E2CD2">
      <w:pPr>
        <w:pStyle w:val="Textbezslovn"/>
        <w:spacing w:after="0"/>
      </w:pPr>
      <w:r>
        <w:t>V Olomouci dne ……………………</w:t>
      </w:r>
    </w:p>
    <w:p w14:paraId="396D741A" w14:textId="77777777" w:rsidR="009E2CD2" w:rsidRDefault="009E2CD2" w:rsidP="009E2CD2">
      <w:pPr>
        <w:pStyle w:val="Textbezslovn"/>
        <w:spacing w:after="0"/>
      </w:pPr>
    </w:p>
    <w:p w14:paraId="370BE695" w14:textId="77777777" w:rsidR="009E2CD2" w:rsidRDefault="009E2CD2" w:rsidP="009E2CD2">
      <w:pPr>
        <w:pStyle w:val="Textbezslovn"/>
        <w:spacing w:after="0"/>
      </w:pPr>
    </w:p>
    <w:p w14:paraId="5E99B380" w14:textId="77777777" w:rsidR="009E2CD2" w:rsidRDefault="009E2CD2" w:rsidP="009E2CD2">
      <w:pPr>
        <w:pStyle w:val="Textbezslovn"/>
        <w:spacing w:after="0"/>
      </w:pPr>
    </w:p>
    <w:p w14:paraId="49881961" w14:textId="77777777" w:rsidR="009E2CD2" w:rsidRDefault="009E2CD2" w:rsidP="009E2CD2">
      <w:pPr>
        <w:pStyle w:val="Textbezslovn"/>
        <w:spacing w:after="0"/>
      </w:pPr>
    </w:p>
    <w:p w14:paraId="05427CF4" w14:textId="77777777" w:rsidR="009E2CD2" w:rsidRDefault="009E2CD2" w:rsidP="009E2CD2">
      <w:pPr>
        <w:pStyle w:val="Textbezslovn"/>
        <w:spacing w:after="0"/>
      </w:pPr>
    </w:p>
    <w:p w14:paraId="62C04088" w14:textId="77777777" w:rsidR="009E2CD2" w:rsidRDefault="009E2CD2" w:rsidP="009E2CD2">
      <w:pPr>
        <w:pStyle w:val="Textbezslovn"/>
        <w:spacing w:after="0"/>
      </w:pPr>
      <w:r>
        <w:t>…………………………………………….</w:t>
      </w:r>
    </w:p>
    <w:p w14:paraId="04787B79" w14:textId="77777777" w:rsidR="009E2CD2" w:rsidRPr="009E2CD2" w:rsidRDefault="009E2CD2" w:rsidP="009E2CD2">
      <w:pPr>
        <w:pStyle w:val="Textbezslovn"/>
        <w:spacing w:after="0"/>
        <w:rPr>
          <w:b/>
          <w:bCs/>
        </w:rPr>
      </w:pPr>
      <w:r w:rsidRPr="009E2CD2">
        <w:rPr>
          <w:b/>
          <w:bCs/>
        </w:rPr>
        <w:t>Ing. Miroslav Bocák</w:t>
      </w:r>
    </w:p>
    <w:p w14:paraId="1D25912C" w14:textId="77777777" w:rsidR="009E2CD2" w:rsidRDefault="009E2CD2" w:rsidP="009E2CD2">
      <w:pPr>
        <w:pStyle w:val="Textbezslovn"/>
        <w:spacing w:after="0"/>
      </w:pPr>
      <w:r>
        <w:t xml:space="preserve">ředitel organizační jednotky </w:t>
      </w:r>
    </w:p>
    <w:p w14:paraId="749CC2F3" w14:textId="1FA2CC71" w:rsidR="00564DDD" w:rsidRDefault="009E2CD2" w:rsidP="009E2CD2">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7D2E004C" w:rsidR="008C65E0" w:rsidRDefault="006A6AF2" w:rsidP="006A6AF2">
      <w:pPr>
        <w:pStyle w:val="Textbezslovn"/>
        <w:ind w:left="0"/>
      </w:pPr>
      <w:r w:rsidRPr="006A6AF2">
        <w:t xml:space="preserve">Řádně jsme se seznámili se zněním zadávacích podmínek veřejné zakázky s názvem </w:t>
      </w:r>
      <w:r w:rsidR="00B37D88" w:rsidRPr="00B37D88">
        <w:rPr>
          <w:b/>
        </w:rPr>
        <w:t>Dačice ON – tlaková kanalizace, WC pro invalidy, tepelné čerpadlo, zateplení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E22C30">
              <w:rPr>
                <w:b/>
                <w:highlight w:val="green"/>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304AC2">
      <w:pPr>
        <w:pStyle w:val="Odstavec1-1a"/>
        <w:numPr>
          <w:ilvl w:val="0"/>
          <w:numId w:val="2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ind w:left="1077"/>
      </w:pPr>
      <w:r>
        <w:t>(vlastní doklady budou tvořit přílohu Seznamu odborného personálu zhotovitele, tj. Přílohy č. 5 této Výzvy)</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že </w:t>
      </w:r>
      <w:r w:rsidRPr="005F7739">
        <w:t xml:space="preserve"> 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F6CF63E" w:rsidR="00215B14" w:rsidRDefault="00215B14" w:rsidP="00215B14">
      <w:pPr>
        <w:pStyle w:val="Nadpisbezsl1-2"/>
      </w:pPr>
      <w:r>
        <w:rPr>
          <w:lang w:eastAsia="cs-CZ"/>
        </w:rPr>
        <w:t xml:space="preserve">Čestné prohlášení o splnění podmínek v souvislosti se </w:t>
      </w:r>
      <w:r w:rsidR="00625CD7">
        <w:rPr>
          <w:lang w:eastAsia="cs-CZ"/>
        </w:rPr>
        <w:t>zákonem upravujícím provádění mezinárodních sankcí</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3693D128"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37D88" w:rsidRPr="00B37D88">
        <w:rPr>
          <w:b/>
        </w:rPr>
        <w:t>Dačice ON – tlaková kanalizace, WC pro invalidy, tepelné čerpadlo, zateplení</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7C063E80"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25A2E4B3"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ACE65" w14:textId="77777777" w:rsidR="002775B6" w:rsidRDefault="002775B6" w:rsidP="00962258">
      <w:pPr>
        <w:spacing w:after="0" w:line="240" w:lineRule="auto"/>
      </w:pPr>
      <w:r>
        <w:separator/>
      </w:r>
    </w:p>
  </w:endnote>
  <w:endnote w:type="continuationSeparator" w:id="0">
    <w:p w14:paraId="066ED523" w14:textId="77777777" w:rsidR="002775B6" w:rsidRDefault="002775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46DB" w14:paraId="37A946DC" w14:textId="77777777" w:rsidTr="00EB46E5">
      <w:tc>
        <w:tcPr>
          <w:tcW w:w="1361" w:type="dxa"/>
          <w:tcMar>
            <w:left w:w="0" w:type="dxa"/>
            <w:right w:w="0" w:type="dxa"/>
          </w:tcMar>
          <w:vAlign w:val="bottom"/>
        </w:tcPr>
        <w:p w14:paraId="2190B37E" w14:textId="05013135" w:rsidR="000146DB" w:rsidRPr="00B8518B" w:rsidRDefault="000146D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0DA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0DAD">
            <w:rPr>
              <w:rStyle w:val="slostrnky"/>
              <w:noProof/>
            </w:rPr>
            <w:t>48</w:t>
          </w:r>
          <w:r w:rsidRPr="00B8518B">
            <w:rPr>
              <w:rStyle w:val="slostrnky"/>
            </w:rPr>
            <w:fldChar w:fldCharType="end"/>
          </w:r>
        </w:p>
      </w:tc>
      <w:tc>
        <w:tcPr>
          <w:tcW w:w="284" w:type="dxa"/>
          <w:shd w:val="clear" w:color="auto" w:fill="auto"/>
          <w:tcMar>
            <w:left w:w="0" w:type="dxa"/>
            <w:right w:w="0" w:type="dxa"/>
          </w:tcMar>
        </w:tcPr>
        <w:p w14:paraId="4742B965" w14:textId="77777777" w:rsidR="000146DB" w:rsidRDefault="000146DB" w:rsidP="00B8518B">
          <w:pPr>
            <w:pStyle w:val="Zpat"/>
          </w:pPr>
        </w:p>
      </w:tc>
      <w:tc>
        <w:tcPr>
          <w:tcW w:w="425" w:type="dxa"/>
          <w:shd w:val="clear" w:color="auto" w:fill="auto"/>
          <w:tcMar>
            <w:left w:w="0" w:type="dxa"/>
            <w:right w:w="0" w:type="dxa"/>
          </w:tcMar>
        </w:tcPr>
        <w:p w14:paraId="65CF429D" w14:textId="77777777" w:rsidR="000146DB" w:rsidRDefault="000146DB" w:rsidP="00B8518B">
          <w:pPr>
            <w:pStyle w:val="Zpat"/>
          </w:pPr>
        </w:p>
      </w:tc>
      <w:tc>
        <w:tcPr>
          <w:tcW w:w="8505" w:type="dxa"/>
        </w:tcPr>
        <w:p w14:paraId="5B3B6297" w14:textId="341EAF91" w:rsidR="000146DB" w:rsidRDefault="0021641A" w:rsidP="0021641A">
          <w:pPr>
            <w:pStyle w:val="Zpat0"/>
          </w:pPr>
          <w:r w:rsidRPr="00EF2CAB">
            <w:t>„</w:t>
          </w:r>
          <w:r w:rsidRPr="00EF2CAB">
            <w:rPr>
              <w:rFonts w:eastAsia="Times New Roman" w:cs="Arial"/>
              <w:b/>
              <w:color w:val="000000"/>
              <w:lang w:eastAsia="cs-CZ"/>
            </w:rPr>
            <w:t>Dačice ON – tlaková kanalizace, WC pro invalidy, tepelné čerpadlo, zateplení</w:t>
          </w:r>
          <w:r w:rsidRPr="00EF2CAB">
            <w:t>“</w:t>
          </w:r>
        </w:p>
        <w:p w14:paraId="104227BB" w14:textId="77777777" w:rsidR="000146DB" w:rsidRDefault="000146DB" w:rsidP="00EB46E5">
          <w:pPr>
            <w:pStyle w:val="Zpat0"/>
          </w:pPr>
          <w:r>
            <w:t>Díl 1 – VÝZVA K PODÁNÍ NABÍDKY</w:t>
          </w:r>
        </w:p>
        <w:p w14:paraId="54FAE17C" w14:textId="77777777" w:rsidR="000146DB" w:rsidRDefault="000146DB" w:rsidP="0035531B">
          <w:pPr>
            <w:pStyle w:val="Zpat0"/>
          </w:pPr>
        </w:p>
      </w:tc>
    </w:tr>
  </w:tbl>
  <w:p w14:paraId="74104694" w14:textId="77777777" w:rsidR="000146DB" w:rsidRPr="00B8518B" w:rsidRDefault="000146D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BCD4" w14:textId="538130F6" w:rsidR="000146DB" w:rsidRPr="00B8518B" w:rsidRDefault="000146DB" w:rsidP="00460660">
    <w:pPr>
      <w:pStyle w:val="Zpat"/>
      <w:rPr>
        <w:sz w:val="2"/>
        <w:szCs w:val="2"/>
      </w:rPr>
    </w:pPr>
  </w:p>
  <w:p w14:paraId="56F2ECE0" w14:textId="77777777" w:rsidR="000146DB" w:rsidRPr="00460660" w:rsidRDefault="000146D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4267D" w14:textId="77777777" w:rsidR="002775B6" w:rsidRDefault="002775B6" w:rsidP="00962258">
      <w:pPr>
        <w:spacing w:after="0" w:line="240" w:lineRule="auto"/>
      </w:pPr>
      <w:r>
        <w:separator/>
      </w:r>
    </w:p>
  </w:footnote>
  <w:footnote w:type="continuationSeparator" w:id="0">
    <w:p w14:paraId="12BF728C" w14:textId="77777777" w:rsidR="002775B6" w:rsidRDefault="002775B6" w:rsidP="00962258">
      <w:pPr>
        <w:spacing w:after="0" w:line="240" w:lineRule="auto"/>
      </w:pPr>
      <w:r>
        <w:continuationSeparator/>
      </w:r>
    </w:p>
  </w:footnote>
  <w:footnote w:id="1">
    <w:p w14:paraId="64F96AA6" w14:textId="77777777" w:rsidR="00625CD7" w:rsidRDefault="00625CD7"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0146DB" w:rsidRDefault="000146DB"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0146DB" w:rsidRDefault="000146DB"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0146DB" w:rsidRDefault="000146DB"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0146DB" w:rsidRDefault="000146D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0146DB" w:rsidRDefault="000146D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0146DB" w:rsidRDefault="000146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0146DB" w:rsidRDefault="000146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0146DB" w:rsidRDefault="000146DB"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146DB" w14:paraId="60CBEB0F" w14:textId="77777777" w:rsidTr="00C02D0A">
      <w:trPr>
        <w:trHeight w:hRule="exact" w:val="454"/>
      </w:trPr>
      <w:tc>
        <w:tcPr>
          <w:tcW w:w="1361" w:type="dxa"/>
          <w:tcMar>
            <w:top w:w="57" w:type="dxa"/>
            <w:left w:w="0" w:type="dxa"/>
            <w:right w:w="0" w:type="dxa"/>
          </w:tcMar>
        </w:tcPr>
        <w:p w14:paraId="7C770B92" w14:textId="77777777" w:rsidR="000146DB" w:rsidRPr="00B8518B" w:rsidRDefault="000146DB" w:rsidP="00523EA7">
          <w:pPr>
            <w:pStyle w:val="Zpat"/>
            <w:rPr>
              <w:rStyle w:val="slostrnky"/>
            </w:rPr>
          </w:pPr>
        </w:p>
      </w:tc>
      <w:tc>
        <w:tcPr>
          <w:tcW w:w="3458" w:type="dxa"/>
          <w:shd w:val="clear" w:color="auto" w:fill="auto"/>
          <w:tcMar>
            <w:top w:w="57" w:type="dxa"/>
            <w:left w:w="0" w:type="dxa"/>
            <w:right w:w="0" w:type="dxa"/>
          </w:tcMar>
        </w:tcPr>
        <w:p w14:paraId="7E03E08A" w14:textId="77777777" w:rsidR="000146DB" w:rsidRDefault="000146DB" w:rsidP="00523EA7">
          <w:pPr>
            <w:pStyle w:val="Zpat"/>
          </w:pPr>
        </w:p>
      </w:tc>
      <w:tc>
        <w:tcPr>
          <w:tcW w:w="5698" w:type="dxa"/>
          <w:shd w:val="clear" w:color="auto" w:fill="auto"/>
          <w:tcMar>
            <w:top w:w="57" w:type="dxa"/>
            <w:left w:w="0" w:type="dxa"/>
            <w:right w:w="0" w:type="dxa"/>
          </w:tcMar>
        </w:tcPr>
        <w:p w14:paraId="75C9FBC0" w14:textId="77777777" w:rsidR="000146DB" w:rsidRPr="00D6163D" w:rsidRDefault="000146DB" w:rsidP="00D6163D">
          <w:pPr>
            <w:pStyle w:val="Druhdokumentu"/>
          </w:pPr>
        </w:p>
      </w:tc>
    </w:tr>
  </w:tbl>
  <w:p w14:paraId="0A059776" w14:textId="77777777" w:rsidR="000146DB" w:rsidRPr="00D6163D" w:rsidRDefault="000146D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146DB" w14:paraId="0DF4D5D3" w14:textId="77777777" w:rsidTr="00B22106">
      <w:trPr>
        <w:trHeight w:hRule="exact" w:val="936"/>
      </w:trPr>
      <w:tc>
        <w:tcPr>
          <w:tcW w:w="1361" w:type="dxa"/>
          <w:tcMar>
            <w:left w:w="0" w:type="dxa"/>
            <w:right w:w="0" w:type="dxa"/>
          </w:tcMar>
        </w:tcPr>
        <w:p w14:paraId="0A2E381C" w14:textId="77777777" w:rsidR="000146DB" w:rsidRPr="00B8518B" w:rsidRDefault="000146DB" w:rsidP="00FC6389">
          <w:pPr>
            <w:pStyle w:val="Zpat"/>
            <w:rPr>
              <w:rStyle w:val="slostrnky"/>
            </w:rPr>
          </w:pPr>
        </w:p>
      </w:tc>
      <w:tc>
        <w:tcPr>
          <w:tcW w:w="3458" w:type="dxa"/>
          <w:shd w:val="clear" w:color="auto" w:fill="auto"/>
          <w:tcMar>
            <w:left w:w="0" w:type="dxa"/>
            <w:right w:w="0" w:type="dxa"/>
          </w:tcMar>
        </w:tcPr>
        <w:p w14:paraId="2A2B34BC" w14:textId="77777777" w:rsidR="000146DB" w:rsidRDefault="000146DB" w:rsidP="00FC6389">
          <w:pPr>
            <w:pStyle w:val="Zpat"/>
          </w:pPr>
        </w:p>
        <w:p w14:paraId="5692CA5E" w14:textId="77777777" w:rsidR="000146DB" w:rsidRDefault="000146DB" w:rsidP="0023206D"/>
        <w:p w14:paraId="586A4938" w14:textId="77777777" w:rsidR="000146DB" w:rsidRDefault="000146DB" w:rsidP="0023206D"/>
        <w:p w14:paraId="0087D7B8" w14:textId="77777777" w:rsidR="000146DB" w:rsidRPr="0023206D" w:rsidRDefault="000146DB"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0146DB" w:rsidRPr="00D6163D" w:rsidRDefault="000146DB" w:rsidP="00FC6389">
          <w:pPr>
            <w:pStyle w:val="Druhdokumentu"/>
          </w:pPr>
        </w:p>
      </w:tc>
    </w:tr>
    <w:tr w:rsidR="000146DB" w14:paraId="1E808196" w14:textId="77777777" w:rsidTr="00B22106">
      <w:trPr>
        <w:trHeight w:hRule="exact" w:val="936"/>
      </w:trPr>
      <w:tc>
        <w:tcPr>
          <w:tcW w:w="1361" w:type="dxa"/>
          <w:tcMar>
            <w:left w:w="0" w:type="dxa"/>
            <w:right w:w="0" w:type="dxa"/>
          </w:tcMar>
        </w:tcPr>
        <w:p w14:paraId="04BBA6B2" w14:textId="77777777" w:rsidR="000146DB" w:rsidRPr="00B8518B" w:rsidRDefault="000146DB" w:rsidP="00FC6389">
          <w:pPr>
            <w:pStyle w:val="Zpat"/>
            <w:rPr>
              <w:rStyle w:val="slostrnky"/>
            </w:rPr>
          </w:pPr>
        </w:p>
      </w:tc>
      <w:tc>
        <w:tcPr>
          <w:tcW w:w="3458" w:type="dxa"/>
          <w:shd w:val="clear" w:color="auto" w:fill="auto"/>
          <w:tcMar>
            <w:left w:w="0" w:type="dxa"/>
            <w:right w:w="0" w:type="dxa"/>
          </w:tcMar>
        </w:tcPr>
        <w:p w14:paraId="2DF6A021" w14:textId="77777777" w:rsidR="000146DB" w:rsidRDefault="000146DB" w:rsidP="00FC6389">
          <w:pPr>
            <w:pStyle w:val="Zpat"/>
          </w:pPr>
        </w:p>
      </w:tc>
      <w:tc>
        <w:tcPr>
          <w:tcW w:w="5756" w:type="dxa"/>
          <w:shd w:val="clear" w:color="auto" w:fill="auto"/>
          <w:tcMar>
            <w:left w:w="0" w:type="dxa"/>
            <w:right w:w="0" w:type="dxa"/>
          </w:tcMar>
        </w:tcPr>
        <w:p w14:paraId="6969E4EF" w14:textId="77777777" w:rsidR="000146DB" w:rsidRPr="00D6163D" w:rsidRDefault="000146DB" w:rsidP="00FC6389">
          <w:pPr>
            <w:pStyle w:val="Druhdokumentu"/>
          </w:pPr>
        </w:p>
      </w:tc>
    </w:tr>
  </w:tbl>
  <w:p w14:paraId="42F82C63" w14:textId="77777777" w:rsidR="000146DB" w:rsidRPr="00460660" w:rsidRDefault="000146DB"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96416226">
    <w:abstractNumId w:val="4"/>
  </w:num>
  <w:num w:numId="2" w16cid:durableId="1910383983">
    <w:abstractNumId w:val="1"/>
  </w:num>
  <w:num w:numId="3" w16cid:durableId="1544899158">
    <w:abstractNumId w:val="14"/>
  </w:num>
  <w:num w:numId="4" w16cid:durableId="1906987037">
    <w:abstractNumId w:val="3"/>
  </w:num>
  <w:num w:numId="5" w16cid:durableId="1880237198">
    <w:abstractNumId w:val="0"/>
  </w:num>
  <w:num w:numId="6" w16cid:durableId="809129499">
    <w:abstractNumId w:val="6"/>
  </w:num>
  <w:num w:numId="7" w16cid:durableId="865410173">
    <w:abstractNumId w:val="10"/>
  </w:num>
  <w:num w:numId="8" w16cid:durableId="424957825">
    <w:abstractNumId w:val="8"/>
  </w:num>
  <w:num w:numId="9" w16cid:durableId="281692413">
    <w:abstractNumId w:val="16"/>
  </w:num>
  <w:num w:numId="10" w16cid:durableId="1855917885">
    <w:abstractNumId w:val="12"/>
  </w:num>
  <w:num w:numId="11" w16cid:durableId="7180132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92219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138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0411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3276861">
    <w:abstractNumId w:val="10"/>
  </w:num>
  <w:num w:numId="16" w16cid:durableId="1167749146">
    <w:abstractNumId w:val="11"/>
  </w:num>
  <w:num w:numId="17" w16cid:durableId="1824420390">
    <w:abstractNumId w:val="2"/>
  </w:num>
  <w:num w:numId="18" w16cid:durableId="106118275">
    <w:abstractNumId w:val="9"/>
  </w:num>
  <w:num w:numId="19" w16cid:durableId="14887388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839277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7150178">
    <w:abstractNumId w:val="8"/>
  </w:num>
  <w:num w:numId="22" w16cid:durableId="1265767948">
    <w:abstractNumId w:val="10"/>
  </w:num>
  <w:num w:numId="23" w16cid:durableId="7397901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6861940">
    <w:abstractNumId w:val="0"/>
  </w:num>
  <w:num w:numId="25" w16cid:durableId="1230456399">
    <w:abstractNumId w:val="0"/>
  </w:num>
  <w:num w:numId="26" w16cid:durableId="8366514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4260972">
    <w:abstractNumId w:val="5"/>
  </w:num>
  <w:num w:numId="28" w16cid:durableId="1033648380">
    <w:abstractNumId w:val="15"/>
  </w:num>
  <w:num w:numId="29" w16cid:durableId="1174536915">
    <w:abstractNumId w:val="13"/>
  </w:num>
  <w:num w:numId="30" w16cid:durableId="63788009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74E8"/>
    <w:rsid w:val="00017F3C"/>
    <w:rsid w:val="00025952"/>
    <w:rsid w:val="000263A3"/>
    <w:rsid w:val="000338E9"/>
    <w:rsid w:val="00033E15"/>
    <w:rsid w:val="00040DAD"/>
    <w:rsid w:val="00041EC8"/>
    <w:rsid w:val="000435FD"/>
    <w:rsid w:val="00046545"/>
    <w:rsid w:val="00050550"/>
    <w:rsid w:val="0006499F"/>
    <w:rsid w:val="00064D97"/>
    <w:rsid w:val="0006588D"/>
    <w:rsid w:val="00067A5E"/>
    <w:rsid w:val="00067EE3"/>
    <w:rsid w:val="00070D86"/>
    <w:rsid w:val="0007139B"/>
    <w:rsid w:val="000719BB"/>
    <w:rsid w:val="00072A65"/>
    <w:rsid w:val="00072C1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62FD"/>
    <w:rsid w:val="000D7437"/>
    <w:rsid w:val="000E1A7F"/>
    <w:rsid w:val="000F28C2"/>
    <w:rsid w:val="000F7DFE"/>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352A"/>
    <w:rsid w:val="0015502C"/>
    <w:rsid w:val="001656A2"/>
    <w:rsid w:val="0017052B"/>
    <w:rsid w:val="00170EC5"/>
    <w:rsid w:val="001747C1"/>
    <w:rsid w:val="00174AEE"/>
    <w:rsid w:val="00177D6B"/>
    <w:rsid w:val="00181216"/>
    <w:rsid w:val="00181ADD"/>
    <w:rsid w:val="00184043"/>
    <w:rsid w:val="00191D20"/>
    <w:rsid w:val="00191F90"/>
    <w:rsid w:val="00193D8F"/>
    <w:rsid w:val="001950C2"/>
    <w:rsid w:val="00195C01"/>
    <w:rsid w:val="00196E81"/>
    <w:rsid w:val="001B0A3D"/>
    <w:rsid w:val="001B23A1"/>
    <w:rsid w:val="001B3114"/>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15B14"/>
    <w:rsid w:val="0021641A"/>
    <w:rsid w:val="00223FC4"/>
    <w:rsid w:val="0022718B"/>
    <w:rsid w:val="0023206D"/>
    <w:rsid w:val="00233A53"/>
    <w:rsid w:val="00234DE7"/>
    <w:rsid w:val="00240B81"/>
    <w:rsid w:val="00243B9D"/>
    <w:rsid w:val="0024699F"/>
    <w:rsid w:val="00247D01"/>
    <w:rsid w:val="0025030F"/>
    <w:rsid w:val="002514C5"/>
    <w:rsid w:val="00261A5B"/>
    <w:rsid w:val="002628B5"/>
    <w:rsid w:val="00262E5B"/>
    <w:rsid w:val="00266537"/>
    <w:rsid w:val="00276AFE"/>
    <w:rsid w:val="002775B6"/>
    <w:rsid w:val="00283302"/>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1F80"/>
    <w:rsid w:val="00304AC2"/>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756E"/>
    <w:rsid w:val="003E15D6"/>
    <w:rsid w:val="003E3CE3"/>
    <w:rsid w:val="003E420D"/>
    <w:rsid w:val="003E4C13"/>
    <w:rsid w:val="003E79F5"/>
    <w:rsid w:val="003F04FC"/>
    <w:rsid w:val="003F3494"/>
    <w:rsid w:val="003F78E7"/>
    <w:rsid w:val="004025EF"/>
    <w:rsid w:val="00402DB7"/>
    <w:rsid w:val="00404BA2"/>
    <w:rsid w:val="004078F3"/>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7A1F"/>
    <w:rsid w:val="004F086B"/>
    <w:rsid w:val="004F1D17"/>
    <w:rsid w:val="004F20EE"/>
    <w:rsid w:val="004F2463"/>
    <w:rsid w:val="004F4597"/>
    <w:rsid w:val="004F4B9B"/>
    <w:rsid w:val="005004DA"/>
    <w:rsid w:val="00501B32"/>
    <w:rsid w:val="0050666E"/>
    <w:rsid w:val="00507548"/>
    <w:rsid w:val="005105D9"/>
    <w:rsid w:val="00511AB9"/>
    <w:rsid w:val="005210B3"/>
    <w:rsid w:val="0052214B"/>
    <w:rsid w:val="00523BB5"/>
    <w:rsid w:val="00523EA7"/>
    <w:rsid w:val="0052444C"/>
    <w:rsid w:val="005302A4"/>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D3C39"/>
    <w:rsid w:val="005D527A"/>
    <w:rsid w:val="005F12DC"/>
    <w:rsid w:val="005F5D3D"/>
    <w:rsid w:val="005F769B"/>
    <w:rsid w:val="005F7739"/>
    <w:rsid w:val="0060115D"/>
    <w:rsid w:val="00601A8C"/>
    <w:rsid w:val="00603E9A"/>
    <w:rsid w:val="0061068E"/>
    <w:rsid w:val="006115D3"/>
    <w:rsid w:val="00616090"/>
    <w:rsid w:val="00625CD7"/>
    <w:rsid w:val="00631264"/>
    <w:rsid w:val="00631801"/>
    <w:rsid w:val="00632339"/>
    <w:rsid w:val="00632862"/>
    <w:rsid w:val="00640B30"/>
    <w:rsid w:val="00651384"/>
    <w:rsid w:val="00651EAB"/>
    <w:rsid w:val="00653257"/>
    <w:rsid w:val="00653DE8"/>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6351"/>
    <w:rsid w:val="006E0578"/>
    <w:rsid w:val="006E0617"/>
    <w:rsid w:val="006E1EE5"/>
    <w:rsid w:val="006E277F"/>
    <w:rsid w:val="006E314D"/>
    <w:rsid w:val="006E6144"/>
    <w:rsid w:val="006F4014"/>
    <w:rsid w:val="006F6B09"/>
    <w:rsid w:val="00702F01"/>
    <w:rsid w:val="007038DC"/>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67A0"/>
    <w:rsid w:val="007B33F0"/>
    <w:rsid w:val="007B3D4D"/>
    <w:rsid w:val="007B570C"/>
    <w:rsid w:val="007C6A1C"/>
    <w:rsid w:val="007D0559"/>
    <w:rsid w:val="007D39EE"/>
    <w:rsid w:val="007D5A8D"/>
    <w:rsid w:val="007D7AA8"/>
    <w:rsid w:val="007E2234"/>
    <w:rsid w:val="007E4A6E"/>
    <w:rsid w:val="007E5798"/>
    <w:rsid w:val="007F56A7"/>
    <w:rsid w:val="007F6C44"/>
    <w:rsid w:val="00800851"/>
    <w:rsid w:val="00802ABF"/>
    <w:rsid w:val="0080443C"/>
    <w:rsid w:val="008063DD"/>
    <w:rsid w:val="00807DD0"/>
    <w:rsid w:val="00821D01"/>
    <w:rsid w:val="00822B88"/>
    <w:rsid w:val="00826B7B"/>
    <w:rsid w:val="0082709F"/>
    <w:rsid w:val="00831A23"/>
    <w:rsid w:val="00831DE9"/>
    <w:rsid w:val="00833899"/>
    <w:rsid w:val="00840A62"/>
    <w:rsid w:val="0084491A"/>
    <w:rsid w:val="00845C50"/>
    <w:rsid w:val="00846789"/>
    <w:rsid w:val="008513D8"/>
    <w:rsid w:val="00854C86"/>
    <w:rsid w:val="00854CAA"/>
    <w:rsid w:val="00854DC9"/>
    <w:rsid w:val="00856BFF"/>
    <w:rsid w:val="00865FC7"/>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6091"/>
    <w:rsid w:val="009406ED"/>
    <w:rsid w:val="00940D8A"/>
    <w:rsid w:val="00942957"/>
    <w:rsid w:val="00944130"/>
    <w:rsid w:val="00945869"/>
    <w:rsid w:val="00951218"/>
    <w:rsid w:val="009531C1"/>
    <w:rsid w:val="0095570C"/>
    <w:rsid w:val="00956E6A"/>
    <w:rsid w:val="009577F2"/>
    <w:rsid w:val="00961490"/>
    <w:rsid w:val="00962258"/>
    <w:rsid w:val="00964860"/>
    <w:rsid w:val="009678B7"/>
    <w:rsid w:val="00971A54"/>
    <w:rsid w:val="00971AF4"/>
    <w:rsid w:val="00972EF6"/>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2CD2"/>
    <w:rsid w:val="009E7C45"/>
    <w:rsid w:val="009F309B"/>
    <w:rsid w:val="009F392E"/>
    <w:rsid w:val="009F53C5"/>
    <w:rsid w:val="00A04699"/>
    <w:rsid w:val="00A05AB8"/>
    <w:rsid w:val="00A0740E"/>
    <w:rsid w:val="00A1185B"/>
    <w:rsid w:val="00A119EC"/>
    <w:rsid w:val="00A132D2"/>
    <w:rsid w:val="00A15262"/>
    <w:rsid w:val="00A30791"/>
    <w:rsid w:val="00A318A2"/>
    <w:rsid w:val="00A36099"/>
    <w:rsid w:val="00A4050F"/>
    <w:rsid w:val="00A4776D"/>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37D88"/>
    <w:rsid w:val="00B429CF"/>
    <w:rsid w:val="00B5431A"/>
    <w:rsid w:val="00B555CD"/>
    <w:rsid w:val="00B60046"/>
    <w:rsid w:val="00B61530"/>
    <w:rsid w:val="00B62EAA"/>
    <w:rsid w:val="00B71CC3"/>
    <w:rsid w:val="00B75EE1"/>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6903"/>
    <w:rsid w:val="00BD7E91"/>
    <w:rsid w:val="00BD7F0D"/>
    <w:rsid w:val="00BE2276"/>
    <w:rsid w:val="00BE49F4"/>
    <w:rsid w:val="00C02D0A"/>
    <w:rsid w:val="00C03A6E"/>
    <w:rsid w:val="00C1197B"/>
    <w:rsid w:val="00C12857"/>
    <w:rsid w:val="00C154A5"/>
    <w:rsid w:val="00C226C0"/>
    <w:rsid w:val="00C30ADB"/>
    <w:rsid w:val="00C35F57"/>
    <w:rsid w:val="00C42FE6"/>
    <w:rsid w:val="00C44F6A"/>
    <w:rsid w:val="00C44FC0"/>
    <w:rsid w:val="00C539F7"/>
    <w:rsid w:val="00C609F0"/>
    <w:rsid w:val="00C6198E"/>
    <w:rsid w:val="00C708EA"/>
    <w:rsid w:val="00C71941"/>
    <w:rsid w:val="00C7324A"/>
    <w:rsid w:val="00C759F1"/>
    <w:rsid w:val="00C776E5"/>
    <w:rsid w:val="00C778A5"/>
    <w:rsid w:val="00C857EB"/>
    <w:rsid w:val="00C93E06"/>
    <w:rsid w:val="00C95162"/>
    <w:rsid w:val="00C953B5"/>
    <w:rsid w:val="00CB1C2E"/>
    <w:rsid w:val="00CB21FD"/>
    <w:rsid w:val="00CB3151"/>
    <w:rsid w:val="00CB6A37"/>
    <w:rsid w:val="00CB7684"/>
    <w:rsid w:val="00CC4380"/>
    <w:rsid w:val="00CC7C8F"/>
    <w:rsid w:val="00CD1FC4"/>
    <w:rsid w:val="00CD2594"/>
    <w:rsid w:val="00CE036A"/>
    <w:rsid w:val="00CF4A89"/>
    <w:rsid w:val="00CF59B0"/>
    <w:rsid w:val="00D019D7"/>
    <w:rsid w:val="00D01F9B"/>
    <w:rsid w:val="00D034A0"/>
    <w:rsid w:val="00D10A2D"/>
    <w:rsid w:val="00D139AC"/>
    <w:rsid w:val="00D21061"/>
    <w:rsid w:val="00D21A75"/>
    <w:rsid w:val="00D24E76"/>
    <w:rsid w:val="00D30ADF"/>
    <w:rsid w:val="00D37B14"/>
    <w:rsid w:val="00D4108E"/>
    <w:rsid w:val="00D42D34"/>
    <w:rsid w:val="00D4300E"/>
    <w:rsid w:val="00D462AA"/>
    <w:rsid w:val="00D506B4"/>
    <w:rsid w:val="00D51CFE"/>
    <w:rsid w:val="00D6163D"/>
    <w:rsid w:val="00D6259C"/>
    <w:rsid w:val="00D64E41"/>
    <w:rsid w:val="00D831A3"/>
    <w:rsid w:val="00D85F52"/>
    <w:rsid w:val="00D87B1C"/>
    <w:rsid w:val="00D94B7C"/>
    <w:rsid w:val="00D97BE3"/>
    <w:rsid w:val="00DA3711"/>
    <w:rsid w:val="00DB3898"/>
    <w:rsid w:val="00DB619A"/>
    <w:rsid w:val="00DB6628"/>
    <w:rsid w:val="00DC7F25"/>
    <w:rsid w:val="00DD46F3"/>
    <w:rsid w:val="00DD63D8"/>
    <w:rsid w:val="00DD7A41"/>
    <w:rsid w:val="00DE276A"/>
    <w:rsid w:val="00DE3257"/>
    <w:rsid w:val="00DE51A5"/>
    <w:rsid w:val="00DE56F2"/>
    <w:rsid w:val="00DF116D"/>
    <w:rsid w:val="00DF651A"/>
    <w:rsid w:val="00E01D8D"/>
    <w:rsid w:val="00E01EA1"/>
    <w:rsid w:val="00E06DCD"/>
    <w:rsid w:val="00E135DC"/>
    <w:rsid w:val="00E13D01"/>
    <w:rsid w:val="00E16FF7"/>
    <w:rsid w:val="00E17045"/>
    <w:rsid w:val="00E20A91"/>
    <w:rsid w:val="00E21F6C"/>
    <w:rsid w:val="00E22C30"/>
    <w:rsid w:val="00E24F78"/>
    <w:rsid w:val="00E26D68"/>
    <w:rsid w:val="00E3004C"/>
    <w:rsid w:val="00E34F98"/>
    <w:rsid w:val="00E37347"/>
    <w:rsid w:val="00E437B0"/>
    <w:rsid w:val="00E44045"/>
    <w:rsid w:val="00E51116"/>
    <w:rsid w:val="00E615E7"/>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4CC"/>
    <w:rsid w:val="00EF0C73"/>
    <w:rsid w:val="00EF316F"/>
    <w:rsid w:val="00EF42E0"/>
    <w:rsid w:val="00EF45B6"/>
    <w:rsid w:val="00EF4DAC"/>
    <w:rsid w:val="00F016C7"/>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88820D4-19B5-4D59-8D2C-2A1752B64272}">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VTP_nové_logo-6</Template>
  <TotalTime>32</TotalTime>
  <Pages>40</Pages>
  <Words>17012</Words>
  <Characters>100373</Characters>
  <Application>Microsoft Office Word</Application>
  <DocSecurity>0</DocSecurity>
  <Lines>836</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12</cp:revision>
  <cp:lastPrinted>2019-03-07T14:42:00Z</cp:lastPrinted>
  <dcterms:created xsi:type="dcterms:W3CDTF">2023-10-03T13:25:00Z</dcterms:created>
  <dcterms:modified xsi:type="dcterms:W3CDTF">2023-10-04T14:32:00Z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